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AD681" w14:textId="412F5CF6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B27767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</w:t>
      </w:r>
      <w:r w:rsidR="00B63F19">
        <w:rPr>
          <w:lang w:eastAsia="cs-CZ"/>
        </w:rPr>
        <w:t>y</w:t>
      </w:r>
    </w:p>
    <w:p w14:paraId="42A3C0A5" w14:textId="1B1A332B" w:rsidR="009348E2" w:rsidRPr="00A07A54" w:rsidRDefault="00763F37" w:rsidP="009348E2">
      <w:pPr>
        <w:pStyle w:val="Nadpis1"/>
        <w:rPr>
          <w:rFonts w:asciiTheme="minorHAnsi" w:eastAsia="Times New Roman" w:hAnsiTheme="minorHAnsi"/>
        </w:rPr>
      </w:pPr>
      <w:r w:rsidRPr="00763F37">
        <w:rPr>
          <w:rFonts w:asciiTheme="minorHAnsi" w:eastAsia="Times New Roman" w:hAnsiTheme="minorHAnsi"/>
        </w:rPr>
        <w:t>Vzor životopisu člena realizačního týmu</w:t>
      </w:r>
    </w:p>
    <w:p w14:paraId="1DFB8285" w14:textId="77777777" w:rsidR="004F79AD" w:rsidRDefault="004F79AD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p w14:paraId="4B360C7D" w14:textId="77777777" w:rsidR="009118E8" w:rsidRPr="006F22D0" w:rsidRDefault="009118E8" w:rsidP="009118E8">
      <w:pPr>
        <w:spacing w:after="160" w:line="259" w:lineRule="auto"/>
        <w:jc w:val="both"/>
        <w:rPr>
          <w:rFonts w:ascii="Verdana" w:eastAsia="Calibri" w:hAnsi="Verdana" w:cs="Times New Roman"/>
          <w:kern w:val="2"/>
          <w14:ligatures w14:val="standardContextual"/>
        </w:rPr>
      </w:pPr>
      <w:r>
        <w:rPr>
          <w:rFonts w:ascii="Verdana" w:eastAsia="Calibri" w:hAnsi="Verdana" w:cs="Times New Roman"/>
          <w:kern w:val="2"/>
          <w14:ligatures w14:val="standardContextual"/>
        </w:rPr>
        <w:t>Obecné p</w:t>
      </w:r>
      <w:r w:rsidRPr="006F22D0">
        <w:rPr>
          <w:rFonts w:ascii="Verdana" w:eastAsia="Calibri" w:hAnsi="Verdana" w:cs="Times New Roman"/>
          <w:kern w:val="2"/>
          <w14:ligatures w14:val="standardContextual"/>
        </w:rPr>
        <w:t>okyny k vyplnění formuláře:</w:t>
      </w:r>
    </w:p>
    <w:p w14:paraId="738A034E" w14:textId="77777777" w:rsidR="009118E8" w:rsidRPr="006F22D0" w:rsidRDefault="009118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 xml:space="preserve">Dodavatel je </w:t>
      </w:r>
      <w:r w:rsidRPr="006F22D0">
        <w:rPr>
          <w:rFonts w:ascii="Verdana" w:eastAsia="Calibri" w:hAnsi="Verdana" w:cs="Times New Roman"/>
          <w:b/>
          <w:bCs/>
        </w:rPr>
        <w:t>povinen doplnit všechny údaje požadované ve formulář</w:t>
      </w:r>
      <w:r>
        <w:rPr>
          <w:rFonts w:ascii="Verdana" w:eastAsia="Calibri" w:hAnsi="Verdana" w:cs="Times New Roman"/>
          <w:b/>
          <w:bCs/>
        </w:rPr>
        <w:t>i</w:t>
      </w:r>
      <w:r w:rsidRPr="006F22D0">
        <w:rPr>
          <w:rFonts w:ascii="Verdana" w:eastAsia="Calibri" w:hAnsi="Verdana" w:cs="Times New Roman"/>
        </w:rPr>
        <w:t>.</w:t>
      </w:r>
    </w:p>
    <w:p w14:paraId="10ADB6C2" w14:textId="37CE3F0D" w:rsidR="009118E8" w:rsidRPr="009118E8" w:rsidRDefault="009118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V případě </w:t>
      </w:r>
      <w:r w:rsidR="006344AF">
        <w:rPr>
          <w:rFonts w:ascii="Verdana" w:eastAsia="Calibri" w:hAnsi="Verdana" w:cs="Times New Roman"/>
        </w:rPr>
        <w:t xml:space="preserve">potřeby </w:t>
      </w:r>
      <w:r>
        <w:rPr>
          <w:rFonts w:ascii="Verdana" w:eastAsia="Calibri" w:hAnsi="Verdana" w:cs="Times New Roman"/>
        </w:rPr>
        <w:t xml:space="preserve">je </w:t>
      </w:r>
      <w:r w:rsidRPr="009118E8">
        <w:rPr>
          <w:rFonts w:ascii="Verdana" w:eastAsia="Calibri" w:hAnsi="Verdana" w:cs="Times New Roman"/>
        </w:rPr>
        <w:t xml:space="preserve">dodavatel oprávněn </w:t>
      </w:r>
      <w:r w:rsidR="006344AF">
        <w:rPr>
          <w:rFonts w:ascii="Verdana" w:eastAsia="Calibri" w:hAnsi="Verdana" w:cs="Times New Roman"/>
        </w:rPr>
        <w:t xml:space="preserve">připojit další </w:t>
      </w:r>
      <w:r w:rsidRPr="009118E8">
        <w:rPr>
          <w:rFonts w:ascii="Verdana" w:eastAsia="Calibri" w:hAnsi="Verdana" w:cs="Times New Roman"/>
        </w:rPr>
        <w:t>tabulky a pole k doplnění.</w:t>
      </w:r>
    </w:p>
    <w:p w14:paraId="7348E7D9" w14:textId="77777777" w:rsidR="009118E8" w:rsidRDefault="009118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>V případě, že se některý údaj určený ve formuláři k doplnění na dodavatele nevztahuje, musí u něj dodavatel uvést „Netýká se“, se stručným vysvětlením důvodu.</w:t>
      </w:r>
    </w:p>
    <w:p w14:paraId="33C2BB2D" w14:textId="6506EC8F" w:rsidR="009608C8" w:rsidRPr="006F22D0" w:rsidRDefault="009608C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9608C8">
        <w:rPr>
          <w:rFonts w:ascii="Verdana" w:eastAsia="Calibri" w:hAnsi="Verdana" w:cs="Times New Roman"/>
        </w:rPr>
        <w:t>Tam, kde ponechává formulář dodavateli na volbě mezi několika možnými alternativami, zvolí dodavatel vždy pouze jednu z nich a ostatní z formuláře odstraní.</w:t>
      </w:r>
    </w:p>
    <w:p w14:paraId="4EF35296" w14:textId="57D3FD58" w:rsidR="009118E8" w:rsidRPr="006F22D0" w:rsidRDefault="009118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>Dodavatel odstraní z formuláře všechny instrukce pro vyplnění.</w:t>
      </w:r>
    </w:p>
    <w:p w14:paraId="67B42DEA" w14:textId="71F2E6C4" w:rsidR="009118E8" w:rsidRPr="006F22D0" w:rsidRDefault="009118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Některé i</w:t>
      </w:r>
      <w:r w:rsidRPr="006F22D0">
        <w:rPr>
          <w:rFonts w:ascii="Verdana" w:eastAsia="Calibri" w:hAnsi="Verdana" w:cs="Times New Roman"/>
        </w:rPr>
        <w:t>nformace obsažené ve formulář</w:t>
      </w:r>
      <w:r>
        <w:rPr>
          <w:rFonts w:ascii="Verdana" w:eastAsia="Calibri" w:hAnsi="Verdana" w:cs="Times New Roman"/>
        </w:rPr>
        <w:t>i</w:t>
      </w:r>
      <w:r w:rsidRPr="006F22D0">
        <w:rPr>
          <w:rFonts w:ascii="Verdana" w:eastAsia="Calibri" w:hAnsi="Verdana" w:cs="Times New Roman"/>
        </w:rPr>
        <w:t xml:space="preserve"> budou předmětem </w:t>
      </w:r>
      <w:r>
        <w:rPr>
          <w:rFonts w:ascii="Verdana" w:eastAsia="Calibri" w:hAnsi="Verdana" w:cs="Times New Roman"/>
        </w:rPr>
        <w:t>hodnocení</w:t>
      </w:r>
      <w:r w:rsidRPr="006F22D0">
        <w:rPr>
          <w:rFonts w:ascii="Verdana" w:eastAsia="Calibri" w:hAnsi="Verdana" w:cs="Times New Roman"/>
        </w:rPr>
        <w:t>. Za přesnost vyplnění formuláře, jeho úplnost a kompletnost odpovídá dodavatel.</w:t>
      </w:r>
    </w:p>
    <w:p w14:paraId="507FF082" w14:textId="48FF8CE8" w:rsidR="004206BF" w:rsidRPr="00614C03" w:rsidRDefault="00DD57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Absence </w:t>
      </w:r>
      <w:r w:rsidR="009118E8" w:rsidRPr="006F22D0">
        <w:rPr>
          <w:rFonts w:ascii="Verdana" w:eastAsia="Calibri" w:hAnsi="Verdana" w:cs="Times New Roman"/>
        </w:rPr>
        <w:t xml:space="preserve">vyplnění údajů </w:t>
      </w:r>
      <w:r>
        <w:rPr>
          <w:rFonts w:ascii="Verdana" w:eastAsia="Calibri" w:hAnsi="Verdana" w:cs="Times New Roman"/>
        </w:rPr>
        <w:t xml:space="preserve">nebo nepravdivé </w:t>
      </w:r>
      <w:r w:rsidRPr="00DD57E8">
        <w:rPr>
          <w:rFonts w:ascii="Verdana" w:eastAsia="Calibri" w:hAnsi="Verdana" w:cs="Times New Roman"/>
        </w:rPr>
        <w:t xml:space="preserve">vyplnění údajů </w:t>
      </w:r>
      <w:r>
        <w:rPr>
          <w:rFonts w:ascii="Verdana" w:eastAsia="Calibri" w:hAnsi="Verdana" w:cs="Times New Roman"/>
        </w:rPr>
        <w:t xml:space="preserve">může mít </w:t>
      </w:r>
      <w:r w:rsidR="009118E8" w:rsidRPr="006F22D0">
        <w:rPr>
          <w:rFonts w:ascii="Verdana" w:eastAsia="Calibri" w:hAnsi="Verdana" w:cs="Times New Roman"/>
        </w:rPr>
        <w:t xml:space="preserve">podle okolností za následek vyloučení </w:t>
      </w:r>
      <w:r w:rsidR="009118E8">
        <w:rPr>
          <w:rFonts w:ascii="Verdana" w:eastAsia="Calibri" w:hAnsi="Verdana" w:cs="Times New Roman"/>
        </w:rPr>
        <w:t>dodavatele</w:t>
      </w:r>
      <w:r w:rsidR="009118E8" w:rsidRPr="006F22D0">
        <w:rPr>
          <w:rFonts w:ascii="Verdana" w:eastAsia="Calibri" w:hAnsi="Verdana" w:cs="Times New Roman"/>
        </w:rPr>
        <w:t xml:space="preserve"> z účasti v</w:t>
      </w:r>
      <w:r w:rsidR="009118E8">
        <w:rPr>
          <w:rFonts w:ascii="Verdana" w:eastAsia="Calibri" w:hAnsi="Verdana" w:cs="Times New Roman"/>
        </w:rPr>
        <w:t>e výběrovém řízení</w:t>
      </w:r>
      <w:r w:rsidR="009118E8" w:rsidRPr="006F22D0">
        <w:rPr>
          <w:rFonts w:ascii="Verdana" w:eastAsia="Calibri" w:hAnsi="Verdana" w:cs="Times New Roman"/>
        </w:rPr>
        <w:t>.</w:t>
      </w:r>
    </w:p>
    <w:p w14:paraId="7E90867F" w14:textId="77777777" w:rsidR="004206BF" w:rsidRDefault="004206BF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p w14:paraId="0A5DF2DF" w14:textId="136C7930" w:rsidR="004F79AD" w:rsidRPr="003D672D" w:rsidRDefault="004F79AD" w:rsidP="004F79AD">
      <w:pPr>
        <w:pStyle w:val="Nadpis2"/>
        <w:rPr>
          <w:sz w:val="22"/>
          <w:szCs w:val="22"/>
        </w:rPr>
      </w:pPr>
      <w:r w:rsidRPr="003D672D">
        <w:rPr>
          <w:sz w:val="22"/>
          <w:szCs w:val="22"/>
        </w:rPr>
        <w:t xml:space="preserve">Funkce: </w:t>
      </w:r>
      <w:r w:rsidRPr="003D672D">
        <w:rPr>
          <w:sz w:val="22"/>
          <w:szCs w:val="22"/>
          <w:u w:val="single"/>
        </w:rPr>
        <w:t>Vedoucí realizačního týmu</w:t>
      </w:r>
    </w:p>
    <w:p w14:paraId="70F7F026" w14:textId="7881E8AC" w:rsidR="00BD3538" w:rsidRDefault="009348E2" w:rsidP="004F79AD">
      <w:pPr>
        <w:pStyle w:val="Nadpis3"/>
        <w:rPr>
          <w:b/>
          <w:bCs/>
        </w:rPr>
      </w:pPr>
      <w:r w:rsidRPr="004F79AD">
        <w:t>Příjmení</w:t>
      </w:r>
      <w:r w:rsidR="004F79AD">
        <w:t xml:space="preserve"> (titul)</w:t>
      </w:r>
      <w:r w:rsidRPr="004F79AD">
        <w:t>:</w:t>
      </w:r>
      <w:r w:rsidRPr="004F79AD">
        <w:rPr>
          <w:b/>
          <w:bCs/>
        </w:rPr>
        <w:t xml:space="preserve"> </w:t>
      </w:r>
      <w:r w:rsidR="00BD3538">
        <w:rPr>
          <w:b/>
          <w:bCs/>
        </w:rPr>
        <w:tab/>
      </w:r>
      <w:r w:rsidR="00195202">
        <w:rPr>
          <w:b/>
          <w:bCs/>
        </w:rPr>
        <w:tab/>
      </w:r>
      <w:r w:rsidRPr="004F79AD">
        <w:rPr>
          <w:b/>
          <w:bCs/>
          <w:highlight w:val="yellow"/>
        </w:rPr>
        <w:t>[DOPLNÍ DODAVATEL]</w:t>
      </w:r>
    </w:p>
    <w:p w14:paraId="7B332558" w14:textId="21F96AC6" w:rsidR="00BD3538" w:rsidRDefault="00BD3538" w:rsidP="004F79AD">
      <w:pPr>
        <w:pStyle w:val="Nadpis3"/>
        <w:rPr>
          <w:b/>
          <w:bCs/>
        </w:rPr>
      </w:pPr>
      <w:r w:rsidRPr="00A07A54">
        <w:t xml:space="preserve">Jméno: </w:t>
      </w:r>
      <w:r>
        <w:tab/>
      </w:r>
      <w:r>
        <w:tab/>
      </w:r>
      <w:r w:rsidR="00195202">
        <w:tab/>
      </w:r>
      <w:r w:rsidRPr="00A07A54">
        <w:rPr>
          <w:b/>
          <w:bCs/>
          <w:highlight w:val="yellow"/>
        </w:rPr>
        <w:t>[DOPLNÍ DODAVATEL]</w:t>
      </w:r>
    </w:p>
    <w:p w14:paraId="3AF8A144" w14:textId="30720A14" w:rsidR="00BD3538" w:rsidRDefault="00BD3538" w:rsidP="004F79AD">
      <w:pPr>
        <w:pStyle w:val="Nadpis3"/>
        <w:rPr>
          <w:b/>
          <w:bCs/>
        </w:rPr>
      </w:pPr>
      <w:r w:rsidRPr="00A07A54">
        <w:t xml:space="preserve">Datum narození: </w:t>
      </w:r>
      <w:r>
        <w:tab/>
      </w:r>
      <w:r w:rsidR="00195202">
        <w:tab/>
      </w:r>
      <w:r w:rsidRPr="00A07A54">
        <w:rPr>
          <w:b/>
          <w:bCs/>
          <w:highlight w:val="yellow"/>
        </w:rPr>
        <w:t>[DOPLNÍ DODAVATEL]</w:t>
      </w:r>
    </w:p>
    <w:p w14:paraId="58198F94" w14:textId="77777777" w:rsidR="00C4779A" w:rsidRPr="00C4779A" w:rsidRDefault="00495B32" w:rsidP="00495B32">
      <w:pPr>
        <w:pStyle w:val="Nadpis3"/>
      </w:pPr>
      <w:r w:rsidRPr="00495B32">
        <w:t>Kontaktní adresa</w:t>
      </w:r>
      <w:r>
        <w:t>:</w:t>
      </w:r>
      <w:r>
        <w:tab/>
      </w:r>
      <w:r>
        <w:tab/>
      </w:r>
      <w:r w:rsidRPr="00A07A54">
        <w:rPr>
          <w:b/>
          <w:bCs/>
          <w:highlight w:val="yellow"/>
        </w:rPr>
        <w:t>[DOPLNÍ DODAVATEL]</w:t>
      </w:r>
    </w:p>
    <w:p w14:paraId="476B7125" w14:textId="60E7697A" w:rsidR="00DC6742" w:rsidRPr="008C74F9" w:rsidRDefault="00C4779A" w:rsidP="008C74F9">
      <w:pPr>
        <w:pStyle w:val="Nadpis3"/>
      </w:pPr>
      <w:r>
        <w:t>Tel. / e-mail:</w:t>
      </w:r>
      <w:r>
        <w:tab/>
      </w:r>
      <w:r>
        <w:tab/>
      </w:r>
      <w:r w:rsidRPr="00A07A54">
        <w:rPr>
          <w:b/>
          <w:bCs/>
          <w:highlight w:val="yellow"/>
        </w:rPr>
        <w:t>[DOPLNÍ DODAVATEL]</w:t>
      </w:r>
    </w:p>
    <w:p w14:paraId="6F52A3C4" w14:textId="102DC857" w:rsidR="00BD3538" w:rsidRDefault="00195202" w:rsidP="00195202">
      <w:pPr>
        <w:pStyle w:val="Nadpis3"/>
        <w:spacing w:after="0"/>
        <w:rPr>
          <w:b/>
          <w:bCs/>
        </w:rPr>
      </w:pPr>
      <w:r w:rsidRPr="00F26CA7">
        <w:rPr>
          <w:rFonts w:ascii="Verdana" w:eastAsia="Calibri" w:hAnsi="Verdana" w:cs="Times New Roman"/>
        </w:rPr>
        <w:t>Vztah k</w:t>
      </w:r>
      <w:r>
        <w:rPr>
          <w:rFonts w:ascii="Verdana" w:eastAsia="Calibri" w:hAnsi="Verdana" w:cs="Times New Roman"/>
        </w:rPr>
        <w:t> </w:t>
      </w:r>
      <w:r w:rsidRPr="00F26CA7">
        <w:rPr>
          <w:rFonts w:ascii="Verdana" w:eastAsia="Calibri" w:hAnsi="Verdana" w:cs="Times New Roman"/>
        </w:rPr>
        <w:t>dodavateli</w:t>
      </w:r>
      <w:r>
        <w:rPr>
          <w:rFonts w:ascii="Verdana" w:eastAsia="Calibri" w:hAnsi="Verdana" w:cs="Times New Roman"/>
        </w:rPr>
        <w:t>:</w:t>
      </w:r>
      <w:r>
        <w:rPr>
          <w:rFonts w:ascii="Verdana" w:eastAsia="Calibri" w:hAnsi="Verdana" w:cs="Times New Roman"/>
        </w:rPr>
        <w:tab/>
      </w:r>
      <w:r w:rsidRPr="00A07A54">
        <w:rPr>
          <w:b/>
          <w:bCs/>
          <w:highlight w:val="yellow"/>
        </w:rPr>
        <w:t>[DOPLNÍ DODAVATEL]</w:t>
      </w:r>
      <w:r>
        <w:rPr>
          <w:b/>
          <w:bCs/>
        </w:rPr>
        <w:t xml:space="preserve"> </w:t>
      </w:r>
    </w:p>
    <w:p w14:paraId="1175262C" w14:textId="28CB130F" w:rsidR="00195202" w:rsidRPr="00195202" w:rsidRDefault="00195202" w:rsidP="00195202">
      <w:pPr>
        <w:ind w:left="1134"/>
        <w:rPr>
          <w:lang w:eastAsia="cs-CZ"/>
        </w:rPr>
      </w:pPr>
      <w:r w:rsidRPr="00195202">
        <w:rPr>
          <w:lang w:eastAsia="cs-CZ"/>
        </w:rPr>
        <w:t>(pracovněprávní, člen statutárního orgánu</w:t>
      </w:r>
      <w:r w:rsidR="00A20786">
        <w:rPr>
          <w:lang w:eastAsia="cs-CZ"/>
        </w:rPr>
        <w:t>, subdodavatel</w:t>
      </w:r>
      <w:r w:rsidRPr="00195202">
        <w:rPr>
          <w:lang w:eastAsia="cs-CZ"/>
        </w:rPr>
        <w:t xml:space="preserve"> </w:t>
      </w:r>
      <w:r w:rsidR="00732096">
        <w:rPr>
          <w:lang w:eastAsia="cs-CZ"/>
        </w:rPr>
        <w:t xml:space="preserve">či zaměstnanec subdodavatele </w:t>
      </w:r>
      <w:r w:rsidRPr="00195202">
        <w:rPr>
          <w:lang w:eastAsia="cs-CZ"/>
        </w:rPr>
        <w:t>apod</w:t>
      </w:r>
      <w:r>
        <w:rPr>
          <w:lang w:eastAsia="cs-CZ"/>
        </w:rPr>
        <w:t>.</w:t>
      </w:r>
      <w:r w:rsidR="006B78DE">
        <w:rPr>
          <w:lang w:eastAsia="cs-CZ"/>
        </w:rPr>
        <w:t>)</w:t>
      </w:r>
    </w:p>
    <w:p w14:paraId="04E24078" w14:textId="2F9ECA06" w:rsidR="008C74F9" w:rsidRDefault="00B15470" w:rsidP="00863356">
      <w:pPr>
        <w:pStyle w:val="Nadpis3"/>
        <w:jc w:val="both"/>
        <w:rPr>
          <w:b/>
          <w:bCs/>
        </w:rPr>
      </w:pPr>
      <w:r w:rsidRPr="00B15470">
        <w:rPr>
          <w:u w:val="single"/>
        </w:rPr>
        <w:t>Ř</w:t>
      </w:r>
      <w:r w:rsidR="008C74F9" w:rsidRPr="00B15470">
        <w:rPr>
          <w:u w:val="single"/>
        </w:rPr>
        <w:t>ízení projektových týmů</w:t>
      </w:r>
      <w:r w:rsidR="00E83DFC">
        <w:t xml:space="preserve"> – </w:t>
      </w:r>
      <w:r w:rsidR="00E83DFC" w:rsidRPr="00E83DFC">
        <w:t>Roky odborné praxe</w:t>
      </w:r>
      <w:r w:rsidR="006E29D3">
        <w:t>:</w:t>
      </w:r>
      <w:r w:rsidR="00E83DFC">
        <w:t xml:space="preserve"> </w:t>
      </w:r>
      <w:r w:rsidR="00E83DFC" w:rsidRPr="00A07A54">
        <w:rPr>
          <w:b/>
          <w:bCs/>
          <w:highlight w:val="yellow"/>
        </w:rPr>
        <w:t>[DOPLNÍ DODAVATEL]</w:t>
      </w:r>
    </w:p>
    <w:tbl>
      <w:tblPr>
        <w:tblW w:w="8080" w:type="dxa"/>
        <w:tblInd w:w="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3402"/>
        <w:gridCol w:w="2126"/>
      </w:tblGrid>
      <w:tr w:rsidR="00E83DFC" w:rsidRPr="00A07A54" w14:paraId="5852F2F3" w14:textId="69B58B61" w:rsidTr="00863356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5701267" w14:textId="5CF4A614" w:rsidR="00E83DFC" w:rsidRPr="00131034" w:rsidRDefault="00131034" w:rsidP="00131034">
            <w:pPr>
              <w:spacing w:after="120" w:line="276" w:lineRule="auto"/>
              <w:ind w:left="138"/>
              <w:rPr>
                <w:rFonts w:cstheme="minorHAnsi"/>
                <w:b/>
                <w:bCs/>
                <w:iCs/>
              </w:rPr>
            </w:pPr>
            <w:r w:rsidRPr="00131034">
              <w:rPr>
                <w:rFonts w:cstheme="minorHAnsi"/>
                <w:b/>
                <w:bCs/>
                <w:iCs/>
              </w:rPr>
              <w:t>Zaměstnavatel</w:t>
            </w:r>
            <w:r w:rsidRPr="006B7256">
              <w:rPr>
                <w:rFonts w:cstheme="minorHAnsi"/>
                <w:iCs/>
              </w:rPr>
              <w:t xml:space="preserve"> (obch. firma/název a sídlo) / OSVČ + </w:t>
            </w:r>
            <w:r w:rsidRPr="00131034">
              <w:rPr>
                <w:rFonts w:cstheme="minorHAnsi"/>
                <w:b/>
                <w:bCs/>
                <w:iCs/>
              </w:rPr>
              <w:t>Místo výkonu praxe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7ED8E0" w14:textId="340D85AF" w:rsidR="00E83DFC" w:rsidRPr="00131034" w:rsidRDefault="00131034" w:rsidP="006B7256">
            <w:pPr>
              <w:spacing w:after="120" w:line="276" w:lineRule="auto"/>
              <w:ind w:left="277" w:right="136"/>
              <w:rPr>
                <w:rFonts w:cstheme="minorHAnsi"/>
                <w:b/>
                <w:bCs/>
              </w:rPr>
            </w:pPr>
            <w:r w:rsidRPr="00131034">
              <w:rPr>
                <w:rFonts w:cstheme="minorHAnsi"/>
                <w:b/>
                <w:bCs/>
              </w:rPr>
              <w:t>Funkce/pracovní pozice</w:t>
            </w:r>
            <w:r>
              <w:rPr>
                <w:rFonts w:cstheme="minorHAnsi"/>
                <w:b/>
                <w:bCs/>
              </w:rPr>
              <w:t xml:space="preserve"> + </w:t>
            </w:r>
            <w:r w:rsidRPr="00131034">
              <w:rPr>
                <w:rFonts w:cstheme="minorHAnsi"/>
                <w:b/>
                <w:bCs/>
              </w:rPr>
              <w:t>Popis pracovních činností/náplň praxe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4B0EEE3" w14:textId="26F6069F" w:rsidR="00E83DFC" w:rsidRPr="00131034" w:rsidRDefault="00131034" w:rsidP="006B7256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</w:rPr>
            </w:pPr>
            <w:r w:rsidRPr="00131034">
              <w:rPr>
                <w:rFonts w:cstheme="minorHAnsi"/>
                <w:b/>
                <w:bCs/>
              </w:rPr>
              <w:t xml:space="preserve">Délka praxe </w:t>
            </w:r>
            <w:r w:rsidRPr="006B7256">
              <w:rPr>
                <w:rFonts w:cstheme="minorHAnsi"/>
              </w:rPr>
              <w:t>od (měsíc/rok) do (měsíc/rok) včetně</w:t>
            </w:r>
          </w:p>
        </w:tc>
      </w:tr>
      <w:tr w:rsidR="00131034" w:rsidRPr="00A07A54" w14:paraId="4E83D826" w14:textId="42C974D3" w:rsidTr="00863356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F2B93" w14:textId="3AC657E4" w:rsidR="00131034" w:rsidRPr="00A07A54" w:rsidRDefault="00131034" w:rsidP="00131034">
            <w:pPr>
              <w:spacing w:after="120" w:line="276" w:lineRule="auto"/>
              <w:ind w:left="138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4AF7" w14:textId="77777777" w:rsidR="00131034" w:rsidRPr="00A07A54" w:rsidRDefault="00131034" w:rsidP="006B7256">
            <w:pPr>
              <w:spacing w:after="120" w:line="276" w:lineRule="auto"/>
              <w:ind w:left="277" w:right="136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38DF5" w14:textId="6BF45055" w:rsidR="00131034" w:rsidRPr="00A07A54" w:rsidRDefault="00131034" w:rsidP="006B7256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131034" w:rsidRPr="00A07A54" w14:paraId="0828E904" w14:textId="48B9B889" w:rsidTr="00863356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7F6E8" w14:textId="66268CA2" w:rsidR="00131034" w:rsidRPr="00A07A54" w:rsidRDefault="00131034" w:rsidP="00131034">
            <w:pPr>
              <w:spacing w:after="120" w:line="276" w:lineRule="auto"/>
              <w:ind w:left="138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7F899" w14:textId="77777777" w:rsidR="00131034" w:rsidRPr="00A07A54" w:rsidRDefault="00131034" w:rsidP="006B7256">
            <w:pPr>
              <w:spacing w:after="120" w:line="276" w:lineRule="auto"/>
              <w:ind w:left="277" w:right="136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93305" w14:textId="16BAB93A" w:rsidR="00131034" w:rsidRPr="00A07A54" w:rsidRDefault="00131034" w:rsidP="006B7256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131034" w:rsidRPr="00A07A54" w14:paraId="49B212AA" w14:textId="6856F2B9" w:rsidTr="00863356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F35B" w14:textId="6FEE15A4" w:rsidR="00131034" w:rsidRPr="00A07A54" w:rsidRDefault="00131034" w:rsidP="00131034">
            <w:pPr>
              <w:spacing w:after="120" w:line="276" w:lineRule="auto"/>
              <w:ind w:left="138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7A6AD" w14:textId="77777777" w:rsidR="00131034" w:rsidRPr="00A07A54" w:rsidRDefault="00131034" w:rsidP="006B7256">
            <w:pPr>
              <w:spacing w:after="120" w:line="276" w:lineRule="auto"/>
              <w:ind w:left="277" w:right="136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A8DFA" w14:textId="1460B2BA" w:rsidR="00131034" w:rsidRPr="00A07A54" w:rsidRDefault="00131034" w:rsidP="006B7256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17BF6793" w14:textId="77777777" w:rsidR="00B15470" w:rsidRDefault="00B15470" w:rsidP="00984120">
      <w:pPr>
        <w:spacing w:after="0"/>
        <w:rPr>
          <w:lang w:eastAsia="cs-CZ"/>
        </w:rPr>
      </w:pPr>
    </w:p>
    <w:p w14:paraId="39303683" w14:textId="2D961B6E" w:rsidR="006B7256" w:rsidRPr="006B7256" w:rsidRDefault="00962C05" w:rsidP="00863356">
      <w:pPr>
        <w:pStyle w:val="Nadpis3"/>
        <w:jc w:val="both"/>
        <w:rPr>
          <w:b/>
          <w:bCs/>
        </w:rPr>
      </w:pPr>
      <w:r w:rsidRPr="00962C05">
        <w:rPr>
          <w:u w:val="single"/>
        </w:rPr>
        <w:lastRenderedPageBreak/>
        <w:t>Poskytování poradenských a konzultačních služeb v dopravních infrastrukturních projektech</w:t>
      </w:r>
      <w:r w:rsidR="006B7256">
        <w:t xml:space="preserve"> – </w:t>
      </w:r>
      <w:r w:rsidR="006B7256" w:rsidRPr="00E83DFC">
        <w:t>Roky odborné praxe</w:t>
      </w:r>
      <w:r w:rsidR="006E29D3">
        <w:t>:</w:t>
      </w:r>
      <w:r w:rsidR="006B7256">
        <w:t xml:space="preserve"> </w:t>
      </w:r>
      <w:r w:rsidR="006B7256" w:rsidRPr="006B7256">
        <w:rPr>
          <w:b/>
          <w:bCs/>
          <w:highlight w:val="yellow"/>
        </w:rPr>
        <w:t>[DOPLNÍ DODAVATEL]</w:t>
      </w:r>
    </w:p>
    <w:tbl>
      <w:tblPr>
        <w:tblW w:w="8080" w:type="dxa"/>
        <w:tblInd w:w="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3402"/>
        <w:gridCol w:w="2126"/>
      </w:tblGrid>
      <w:tr w:rsidR="006B7256" w:rsidRPr="00A07A54" w14:paraId="178D244D" w14:textId="77777777" w:rsidTr="00863356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9A822E0" w14:textId="77777777" w:rsidR="006B7256" w:rsidRPr="00131034" w:rsidRDefault="006B7256" w:rsidP="00513AE0">
            <w:pPr>
              <w:spacing w:after="120" w:line="276" w:lineRule="auto"/>
              <w:ind w:left="138"/>
              <w:rPr>
                <w:rFonts w:cstheme="minorHAnsi"/>
                <w:b/>
                <w:bCs/>
                <w:iCs/>
              </w:rPr>
            </w:pPr>
            <w:r w:rsidRPr="00131034">
              <w:rPr>
                <w:rFonts w:cstheme="minorHAnsi"/>
                <w:b/>
                <w:bCs/>
                <w:iCs/>
              </w:rPr>
              <w:t>Zaměstnavatel</w:t>
            </w:r>
            <w:r w:rsidRPr="006B7256">
              <w:rPr>
                <w:rFonts w:cstheme="minorHAnsi"/>
                <w:iCs/>
              </w:rPr>
              <w:t xml:space="preserve"> (obch. firma/název a sídlo) / OSVČ + </w:t>
            </w:r>
            <w:r w:rsidRPr="00131034">
              <w:rPr>
                <w:rFonts w:cstheme="minorHAnsi"/>
                <w:b/>
                <w:bCs/>
                <w:iCs/>
              </w:rPr>
              <w:t>Místo výkonu praxe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24E9257" w14:textId="77777777" w:rsidR="006B7256" w:rsidRPr="00131034" w:rsidRDefault="006B7256" w:rsidP="00513AE0">
            <w:pPr>
              <w:spacing w:after="120" w:line="276" w:lineRule="auto"/>
              <w:ind w:left="277" w:right="136"/>
              <w:rPr>
                <w:rFonts w:cstheme="minorHAnsi"/>
                <w:b/>
                <w:bCs/>
              </w:rPr>
            </w:pPr>
            <w:r w:rsidRPr="00131034">
              <w:rPr>
                <w:rFonts w:cstheme="minorHAnsi"/>
                <w:b/>
                <w:bCs/>
              </w:rPr>
              <w:t>Funkce/pracovní pozice</w:t>
            </w:r>
            <w:r>
              <w:rPr>
                <w:rFonts w:cstheme="minorHAnsi"/>
                <w:b/>
                <w:bCs/>
              </w:rPr>
              <w:t xml:space="preserve"> + </w:t>
            </w:r>
            <w:r w:rsidRPr="00131034">
              <w:rPr>
                <w:rFonts w:cstheme="minorHAnsi"/>
                <w:b/>
                <w:bCs/>
              </w:rPr>
              <w:t>Popis pracovních činností/náplň praxe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B50D876" w14:textId="77777777" w:rsidR="006B7256" w:rsidRPr="00131034" w:rsidRDefault="006B7256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</w:rPr>
            </w:pPr>
            <w:r w:rsidRPr="00131034">
              <w:rPr>
                <w:rFonts w:cstheme="minorHAnsi"/>
                <w:b/>
                <w:bCs/>
              </w:rPr>
              <w:t xml:space="preserve">Délka praxe </w:t>
            </w:r>
            <w:r w:rsidRPr="006B7256">
              <w:rPr>
                <w:rFonts w:cstheme="minorHAnsi"/>
              </w:rPr>
              <w:t>od (měsíc/rok) do (měsíc/rok) včetně</w:t>
            </w:r>
          </w:p>
        </w:tc>
      </w:tr>
      <w:tr w:rsidR="006B7256" w:rsidRPr="00A07A54" w14:paraId="51E2F225" w14:textId="77777777" w:rsidTr="00863356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65426" w14:textId="77777777" w:rsidR="006B7256" w:rsidRPr="00A07A54" w:rsidRDefault="006B7256" w:rsidP="00513AE0">
            <w:pPr>
              <w:spacing w:after="120" w:line="276" w:lineRule="auto"/>
              <w:ind w:left="138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6F5CC" w14:textId="77777777" w:rsidR="006B7256" w:rsidRPr="00A07A54" w:rsidRDefault="006B7256" w:rsidP="00513AE0">
            <w:pPr>
              <w:spacing w:after="120" w:line="276" w:lineRule="auto"/>
              <w:ind w:left="277" w:right="136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04B3C" w14:textId="77777777" w:rsidR="006B7256" w:rsidRPr="00A07A54" w:rsidRDefault="006B7256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6B7256" w:rsidRPr="00A07A54" w14:paraId="12D0F358" w14:textId="77777777" w:rsidTr="00863356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05BE0" w14:textId="77777777" w:rsidR="006B7256" w:rsidRPr="00A07A54" w:rsidRDefault="006B7256" w:rsidP="00513AE0">
            <w:pPr>
              <w:spacing w:after="120" w:line="276" w:lineRule="auto"/>
              <w:ind w:left="138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14492" w14:textId="77777777" w:rsidR="006B7256" w:rsidRPr="00A07A54" w:rsidRDefault="006B7256" w:rsidP="00513AE0">
            <w:pPr>
              <w:spacing w:after="120" w:line="276" w:lineRule="auto"/>
              <w:ind w:left="277" w:right="136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03E3F" w14:textId="77777777" w:rsidR="006B7256" w:rsidRPr="00A07A54" w:rsidRDefault="006B7256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6B7256" w:rsidRPr="00A07A54" w14:paraId="5B5118E5" w14:textId="77777777" w:rsidTr="00863356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4457E" w14:textId="77777777" w:rsidR="006B7256" w:rsidRPr="00A07A54" w:rsidRDefault="006B7256" w:rsidP="00513AE0">
            <w:pPr>
              <w:spacing w:after="120" w:line="276" w:lineRule="auto"/>
              <w:ind w:left="138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ADA67" w14:textId="77777777" w:rsidR="006B7256" w:rsidRPr="00A07A54" w:rsidRDefault="006B7256" w:rsidP="00513AE0">
            <w:pPr>
              <w:spacing w:after="120" w:line="276" w:lineRule="auto"/>
              <w:ind w:left="277" w:right="136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95CFD" w14:textId="77777777" w:rsidR="006B7256" w:rsidRPr="00A07A54" w:rsidRDefault="006B7256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030AE450" w14:textId="77777777" w:rsidR="00795C8D" w:rsidRDefault="00795C8D" w:rsidP="00954FB6">
      <w:pPr>
        <w:spacing w:after="0"/>
        <w:rPr>
          <w:lang w:eastAsia="cs-CZ"/>
        </w:rPr>
      </w:pPr>
    </w:p>
    <w:p w14:paraId="6A546D20" w14:textId="3551909D" w:rsidR="00795C8D" w:rsidRPr="00795C8D" w:rsidRDefault="00795C8D" w:rsidP="00795C8D">
      <w:pPr>
        <w:pStyle w:val="Nadpis3"/>
        <w:rPr>
          <w:b/>
          <w:bCs/>
        </w:rPr>
      </w:pPr>
      <w:r w:rsidRPr="00795C8D">
        <w:rPr>
          <w:u w:val="single"/>
        </w:rPr>
        <w:t>Praxe v oblasti PPP</w:t>
      </w:r>
      <w:r>
        <w:t xml:space="preserve"> – </w:t>
      </w:r>
      <w:r w:rsidRPr="00E83DFC">
        <w:t>Roky odborné praxe</w:t>
      </w:r>
      <w:r w:rsidR="00F56259">
        <w:t>:</w:t>
      </w:r>
      <w:r>
        <w:t xml:space="preserve"> </w:t>
      </w:r>
      <w:r w:rsidRPr="00795C8D">
        <w:rPr>
          <w:b/>
          <w:bCs/>
          <w:highlight w:val="yellow"/>
        </w:rPr>
        <w:t>[DOPLNÍ DODAVATEL]</w:t>
      </w:r>
    </w:p>
    <w:tbl>
      <w:tblPr>
        <w:tblW w:w="8080" w:type="dxa"/>
        <w:tblInd w:w="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3402"/>
        <w:gridCol w:w="2126"/>
      </w:tblGrid>
      <w:tr w:rsidR="00795C8D" w:rsidRPr="00A07A54" w14:paraId="199264AF" w14:textId="77777777" w:rsidTr="00863356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3EB4D86" w14:textId="77777777" w:rsidR="00795C8D" w:rsidRPr="00131034" w:rsidRDefault="00795C8D" w:rsidP="00513AE0">
            <w:pPr>
              <w:spacing w:after="120" w:line="276" w:lineRule="auto"/>
              <w:ind w:left="138"/>
              <w:rPr>
                <w:rFonts w:cstheme="minorHAnsi"/>
                <w:b/>
                <w:bCs/>
                <w:iCs/>
              </w:rPr>
            </w:pPr>
            <w:r w:rsidRPr="00131034">
              <w:rPr>
                <w:rFonts w:cstheme="minorHAnsi"/>
                <w:b/>
                <w:bCs/>
                <w:iCs/>
              </w:rPr>
              <w:t>Zaměstnavatel</w:t>
            </w:r>
            <w:r w:rsidRPr="006B7256">
              <w:rPr>
                <w:rFonts w:cstheme="minorHAnsi"/>
                <w:iCs/>
              </w:rPr>
              <w:t xml:space="preserve"> (obch. firma/název a sídlo) / OSVČ + </w:t>
            </w:r>
            <w:r w:rsidRPr="00131034">
              <w:rPr>
                <w:rFonts w:cstheme="minorHAnsi"/>
                <w:b/>
                <w:bCs/>
                <w:iCs/>
              </w:rPr>
              <w:t>Místo výkonu praxe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509F2E9" w14:textId="77777777" w:rsidR="00795C8D" w:rsidRPr="00131034" w:rsidRDefault="00795C8D" w:rsidP="00513AE0">
            <w:pPr>
              <w:spacing w:after="120" w:line="276" w:lineRule="auto"/>
              <w:ind w:left="277" w:right="136"/>
              <w:rPr>
                <w:rFonts w:cstheme="minorHAnsi"/>
                <w:b/>
                <w:bCs/>
              </w:rPr>
            </w:pPr>
            <w:r w:rsidRPr="00131034">
              <w:rPr>
                <w:rFonts w:cstheme="minorHAnsi"/>
                <w:b/>
                <w:bCs/>
              </w:rPr>
              <w:t>Funkce/pracovní pozice</w:t>
            </w:r>
            <w:r>
              <w:rPr>
                <w:rFonts w:cstheme="minorHAnsi"/>
                <w:b/>
                <w:bCs/>
              </w:rPr>
              <w:t xml:space="preserve"> + </w:t>
            </w:r>
            <w:r w:rsidRPr="00131034">
              <w:rPr>
                <w:rFonts w:cstheme="minorHAnsi"/>
                <w:b/>
                <w:bCs/>
              </w:rPr>
              <w:t>Popis pracovních činností/náplň praxe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9B89754" w14:textId="77777777" w:rsidR="00795C8D" w:rsidRPr="00131034" w:rsidRDefault="00795C8D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</w:rPr>
            </w:pPr>
            <w:r w:rsidRPr="00131034">
              <w:rPr>
                <w:rFonts w:cstheme="minorHAnsi"/>
                <w:b/>
                <w:bCs/>
              </w:rPr>
              <w:t xml:space="preserve">Délka praxe </w:t>
            </w:r>
            <w:r w:rsidRPr="006B7256">
              <w:rPr>
                <w:rFonts w:cstheme="minorHAnsi"/>
              </w:rPr>
              <w:t>od (měsíc/rok) do (měsíc/rok) včetně</w:t>
            </w:r>
          </w:p>
        </w:tc>
      </w:tr>
      <w:tr w:rsidR="00795C8D" w:rsidRPr="00A07A54" w14:paraId="3E51CBB6" w14:textId="77777777" w:rsidTr="00863356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D4805" w14:textId="77777777" w:rsidR="00795C8D" w:rsidRPr="00A07A54" w:rsidRDefault="00795C8D" w:rsidP="00513AE0">
            <w:pPr>
              <w:spacing w:after="120" w:line="276" w:lineRule="auto"/>
              <w:ind w:left="138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0B55F" w14:textId="77777777" w:rsidR="00795C8D" w:rsidRPr="00A07A54" w:rsidRDefault="00795C8D" w:rsidP="00513AE0">
            <w:pPr>
              <w:spacing w:after="120" w:line="276" w:lineRule="auto"/>
              <w:ind w:left="277" w:right="136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AB0E9" w14:textId="77777777" w:rsidR="00795C8D" w:rsidRPr="00A07A54" w:rsidRDefault="00795C8D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795C8D" w:rsidRPr="00A07A54" w14:paraId="54EB5852" w14:textId="77777777" w:rsidTr="00863356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0E2A0" w14:textId="77777777" w:rsidR="00795C8D" w:rsidRPr="00A07A54" w:rsidRDefault="00795C8D" w:rsidP="00513AE0">
            <w:pPr>
              <w:spacing w:after="120" w:line="276" w:lineRule="auto"/>
              <w:ind w:left="138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30857" w14:textId="77777777" w:rsidR="00795C8D" w:rsidRPr="00A07A54" w:rsidRDefault="00795C8D" w:rsidP="00513AE0">
            <w:pPr>
              <w:spacing w:after="120" w:line="276" w:lineRule="auto"/>
              <w:ind w:left="277" w:right="136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3C0E0" w14:textId="77777777" w:rsidR="00795C8D" w:rsidRPr="00A07A54" w:rsidRDefault="00795C8D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795C8D" w:rsidRPr="00A07A54" w14:paraId="569C7BF0" w14:textId="77777777" w:rsidTr="00863356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820DF" w14:textId="77777777" w:rsidR="00795C8D" w:rsidRPr="00A07A54" w:rsidRDefault="00795C8D" w:rsidP="00513AE0">
            <w:pPr>
              <w:spacing w:after="120" w:line="276" w:lineRule="auto"/>
              <w:ind w:left="138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1F81B" w14:textId="77777777" w:rsidR="00795C8D" w:rsidRPr="00A07A54" w:rsidRDefault="00795C8D" w:rsidP="00513AE0">
            <w:pPr>
              <w:spacing w:after="120" w:line="276" w:lineRule="auto"/>
              <w:ind w:left="277" w:right="136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80FA2" w14:textId="77777777" w:rsidR="00795C8D" w:rsidRPr="00A07A54" w:rsidRDefault="00795C8D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478512DD" w14:textId="13E5FE42" w:rsidR="001779C6" w:rsidRPr="008C74F9" w:rsidRDefault="001779C6" w:rsidP="008E7915">
      <w:pPr>
        <w:spacing w:after="0"/>
        <w:ind w:left="567"/>
        <w:rPr>
          <w:lang w:eastAsia="cs-CZ"/>
        </w:rPr>
      </w:pPr>
    </w:p>
    <w:p w14:paraId="65380FF3" w14:textId="6E90E0F5" w:rsidR="00A5796D" w:rsidRPr="0076612A" w:rsidRDefault="00795C8D" w:rsidP="0076612A">
      <w:pPr>
        <w:pStyle w:val="Nadpis3"/>
      </w:pPr>
      <w:r w:rsidRPr="008E7915">
        <w:rPr>
          <w:u w:val="single"/>
        </w:rPr>
        <w:t xml:space="preserve">Zkušenosti </w:t>
      </w:r>
      <w:r w:rsidR="0076612A">
        <w:rPr>
          <w:u w:val="single"/>
        </w:rPr>
        <w:t xml:space="preserve">člena týmu </w:t>
      </w:r>
      <w:r w:rsidRPr="008E7915">
        <w:rPr>
          <w:u w:val="single"/>
        </w:rPr>
        <w:t>pro účely hodnocení</w:t>
      </w:r>
      <w:r w:rsidRPr="00795C8D">
        <w:t xml:space="preserve"> podle </w:t>
      </w:r>
      <w:r w:rsidR="0076612A">
        <w:t>článku</w:t>
      </w:r>
      <w:r w:rsidRPr="00795C8D">
        <w:t xml:space="preserve"> </w:t>
      </w:r>
      <w:r>
        <w:t>16.1.1 Výzvy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76612A" w:rsidRPr="00F26CA7" w14:paraId="12C9863D" w14:textId="77777777" w:rsidTr="00863356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137E11C7" w14:textId="5A26560E" w:rsidR="0076612A" w:rsidRPr="00F26CA7" w:rsidRDefault="0076612A" w:rsidP="00513AE0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Název </w:t>
            </w:r>
            <w:r w:rsidR="00473340" w:rsidRPr="00473340">
              <w:rPr>
                <w:rFonts w:ascii="Verdana" w:eastAsia="Calibri" w:hAnsi="Verdana" w:cs="Times New Roman"/>
                <w:b/>
              </w:rPr>
              <w:t>konkrétního projektu PPP a jeho popis</w:t>
            </w:r>
            <w:r>
              <w:rPr>
                <w:rFonts w:ascii="Verdana" w:eastAsia="Calibri" w:hAnsi="Verdana" w:cs="Times New Roman"/>
                <w:b/>
              </w:rPr>
              <w:t xml:space="preserve"> </w:t>
            </w:r>
            <w:r w:rsidRPr="00F26CA7">
              <w:rPr>
                <w:rFonts w:ascii="Verdana" w:eastAsia="Calibri" w:hAnsi="Verdana" w:cs="Times New Roman"/>
              </w:rPr>
              <w:t>(odpovídající bodu</w:t>
            </w:r>
            <w:r w:rsidR="004970EF">
              <w:rPr>
                <w:rFonts w:ascii="Verdana" w:eastAsia="Calibri" w:hAnsi="Verdana" w:cs="Times New Roman"/>
              </w:rPr>
              <w:t xml:space="preserve"> 1. článku 16.1.1 Výzvy</w:t>
            </w:r>
            <w:r w:rsidRPr="00F26CA7">
              <w:rPr>
                <w:rFonts w:ascii="Verdana" w:eastAsia="Calibri" w:hAnsi="Verdana" w:cs="Times New Roman"/>
              </w:rPr>
              <w:t>)</w:t>
            </w:r>
            <w:r w:rsidR="004B0D11">
              <w:rPr>
                <w:rFonts w:ascii="Verdana" w:eastAsia="Calibri" w:hAnsi="Verdana" w:cs="Times New Roman"/>
              </w:rPr>
              <w:t xml:space="preserve"> vč. výše</w:t>
            </w:r>
            <w:r w:rsidR="00EA6E50">
              <w:rPr>
                <w:rFonts w:ascii="Verdana" w:eastAsia="Calibri" w:hAnsi="Verdana" w:cs="Times New Roman"/>
              </w:rPr>
              <w:t xml:space="preserve"> nákladů</w:t>
            </w:r>
            <w:r w:rsidR="004B0D11">
              <w:rPr>
                <w:rFonts w:ascii="Verdana" w:eastAsia="Calibri" w:hAnsi="Verdana" w:cs="Times New Roman"/>
              </w:rPr>
              <w:t xml:space="preserve"> </w:t>
            </w:r>
            <w:r w:rsidR="004B0D11" w:rsidRPr="004B0D11">
              <w:rPr>
                <w:rFonts w:ascii="Verdana" w:eastAsia="Calibri" w:hAnsi="Verdana" w:cs="Times New Roman"/>
              </w:rPr>
              <w:t>(CAPEX)</w:t>
            </w:r>
            <w:r w:rsidR="00BB5CFC">
              <w:rPr>
                <w:rFonts w:ascii="Verdana" w:eastAsia="Calibri" w:hAnsi="Verdana" w:cs="Times New Roman"/>
              </w:rPr>
              <w:t xml:space="preserve"> a místa plnění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67CCE1E" w14:textId="2A2A72E0" w:rsidR="0076612A" w:rsidRPr="00F26CA7" w:rsidRDefault="0076612A" w:rsidP="00513AE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>Objednatel</w:t>
            </w:r>
            <w:r w:rsidR="00F03BE2"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5CFC3208" w14:textId="6D1C62AB" w:rsidR="0076612A" w:rsidRPr="00F26CA7" w:rsidRDefault="0076612A" w:rsidP="00513AE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Cs/>
              </w:rPr>
              <w:t>Vč. uvedení kontaktních údajů</w:t>
            </w:r>
            <w:r w:rsidR="001C0783">
              <w:rPr>
                <w:rFonts w:ascii="Verdana" w:eastAsia="Calibri" w:hAnsi="Verdana" w:cs="Times New Roman"/>
                <w:bCs/>
              </w:rPr>
              <w:t xml:space="preserve">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521854A4" w14:textId="2ECDE8EA" w:rsidR="0076612A" w:rsidRPr="00F26CA7" w:rsidRDefault="0076612A" w:rsidP="00513AE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Popis činnosti člena týmu </w:t>
            </w:r>
            <w:r w:rsidR="00AD2B1D">
              <w:rPr>
                <w:rFonts w:ascii="Verdana" w:eastAsia="Calibri" w:hAnsi="Verdana" w:cs="Times New Roman"/>
                <w:b/>
              </w:rPr>
              <w:t xml:space="preserve">v rámci zkušenosti </w:t>
            </w:r>
            <w:r w:rsidRPr="00F26CA7">
              <w:rPr>
                <w:rFonts w:ascii="Verdana" w:eastAsia="Calibri" w:hAnsi="Verdana" w:cs="Times New Roman"/>
                <w:bCs/>
              </w:rPr>
              <w:t>(</w:t>
            </w:r>
            <w:r w:rsidR="00AD2B1D" w:rsidRPr="00AD2B1D">
              <w:rPr>
                <w:rFonts w:ascii="Verdana" w:eastAsia="Calibri" w:hAnsi="Verdana" w:cs="Times New Roman"/>
                <w:bCs/>
              </w:rPr>
              <w:t>odpovídající bodu 1. článku 16.1.1 Výzvy</w:t>
            </w:r>
            <w:r w:rsidRPr="00F26CA7">
              <w:rPr>
                <w:rFonts w:ascii="Verdana" w:eastAsia="Calibri" w:hAnsi="Verdana" w:cs="Times New Roman"/>
                <w:bCs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A73FB76" w14:textId="15C0F3F3" w:rsidR="0076612A" w:rsidRPr="00F26CA7" w:rsidRDefault="0076612A" w:rsidP="00513AE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Doba realizace </w:t>
            </w:r>
            <w:r w:rsidR="00AD2B1D">
              <w:rPr>
                <w:rFonts w:ascii="Verdana" w:eastAsia="Calibri" w:hAnsi="Verdana" w:cs="Times New Roman"/>
                <w:b/>
              </w:rPr>
              <w:t>zkušenosti</w:t>
            </w:r>
            <w:r w:rsidR="00925FC1">
              <w:rPr>
                <w:rFonts w:ascii="Verdana" w:eastAsia="Calibri" w:hAnsi="Verdana" w:cs="Times New Roman"/>
                <w:b/>
              </w:rPr>
              <w:t xml:space="preserve"> členem týmu</w:t>
            </w:r>
          </w:p>
          <w:p w14:paraId="1E829637" w14:textId="349DACCE" w:rsidR="0076612A" w:rsidRPr="00F26CA7" w:rsidRDefault="00863CE7" w:rsidP="00513AE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863CE7">
              <w:rPr>
                <w:rFonts w:ascii="Verdana" w:eastAsia="Calibri" w:hAnsi="Verdana" w:cs="Times New Roman"/>
                <w:bCs/>
              </w:rPr>
              <w:t>od (měsíc/rok) do (měsíc/rok) včetně</w:t>
            </w:r>
          </w:p>
        </w:tc>
      </w:tr>
      <w:tr w:rsidR="00A34802" w:rsidRPr="00F26CA7" w14:paraId="1FA783E2" w14:textId="77777777" w:rsidTr="00863356">
        <w:trPr>
          <w:trHeight w:val="913"/>
        </w:trPr>
        <w:tc>
          <w:tcPr>
            <w:tcW w:w="2127" w:type="dxa"/>
            <w:shd w:val="clear" w:color="auto" w:fill="auto"/>
          </w:tcPr>
          <w:p w14:paraId="582F85DC" w14:textId="337BB89F" w:rsidR="00A34802" w:rsidRPr="00F26CA7" w:rsidRDefault="00A34802" w:rsidP="00A34802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322F2F80" w14:textId="04696706" w:rsidR="00A34802" w:rsidRPr="00F26CA7" w:rsidRDefault="00A34802" w:rsidP="00A34802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573E0E86" w14:textId="12819B48" w:rsidR="00A34802" w:rsidRPr="00F26CA7" w:rsidRDefault="00A34802" w:rsidP="00A34802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02C02065" w14:textId="2F551976" w:rsidR="00A34802" w:rsidRPr="00F26CA7" w:rsidRDefault="00A34802" w:rsidP="00A34802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34802" w:rsidRPr="00F26CA7" w14:paraId="064A5AD6" w14:textId="77777777" w:rsidTr="00863356">
        <w:trPr>
          <w:trHeight w:val="827"/>
        </w:trPr>
        <w:tc>
          <w:tcPr>
            <w:tcW w:w="2127" w:type="dxa"/>
            <w:shd w:val="clear" w:color="auto" w:fill="auto"/>
          </w:tcPr>
          <w:p w14:paraId="787B29A0" w14:textId="27665C60" w:rsidR="00A34802" w:rsidRPr="00F26CA7" w:rsidRDefault="00A34802" w:rsidP="00A34802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27F8DCA2" w14:textId="21E3A150" w:rsidR="00A34802" w:rsidRPr="00F26CA7" w:rsidRDefault="00A34802" w:rsidP="00A34802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1134EFEC" w14:textId="68F4B497" w:rsidR="00A34802" w:rsidRPr="00F26CA7" w:rsidRDefault="00A34802" w:rsidP="00A34802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6E4E5A2" w14:textId="1D67A813" w:rsidR="00A34802" w:rsidRPr="00F26CA7" w:rsidRDefault="00A34802" w:rsidP="00A34802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34802" w:rsidRPr="00F26CA7" w14:paraId="2F643760" w14:textId="77777777" w:rsidTr="00863356">
        <w:trPr>
          <w:trHeight w:val="827"/>
        </w:trPr>
        <w:tc>
          <w:tcPr>
            <w:tcW w:w="2127" w:type="dxa"/>
            <w:shd w:val="clear" w:color="auto" w:fill="auto"/>
          </w:tcPr>
          <w:p w14:paraId="7F017A8D" w14:textId="22E234F0" w:rsidR="00A34802" w:rsidRPr="00A07A54" w:rsidRDefault="00A34802" w:rsidP="00A34802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76C76AE1" w14:textId="5B15951B" w:rsidR="00A34802" w:rsidRPr="00A07A54" w:rsidRDefault="00A34802" w:rsidP="00A34802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5B5C3D16" w14:textId="6606164E" w:rsidR="00A34802" w:rsidRPr="00A07A54" w:rsidRDefault="00A34802" w:rsidP="00A34802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7CA05EDD" w14:textId="1292A4F3" w:rsidR="00A34802" w:rsidRPr="00A07A54" w:rsidRDefault="00A34802" w:rsidP="00A34802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34802" w:rsidRPr="00F26CA7" w14:paraId="7B9C3683" w14:textId="77777777" w:rsidTr="00863356">
        <w:trPr>
          <w:trHeight w:val="827"/>
        </w:trPr>
        <w:tc>
          <w:tcPr>
            <w:tcW w:w="2127" w:type="dxa"/>
            <w:shd w:val="clear" w:color="auto" w:fill="auto"/>
          </w:tcPr>
          <w:p w14:paraId="2B896C1A" w14:textId="3FFF6ED0" w:rsidR="00A34802" w:rsidRPr="00A07A54" w:rsidRDefault="00A34802" w:rsidP="00A34802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5204ED6C" w14:textId="454AFFD3" w:rsidR="00A34802" w:rsidRPr="00A07A54" w:rsidRDefault="00A34802" w:rsidP="00A34802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2215291E" w14:textId="69450875" w:rsidR="00A34802" w:rsidRPr="00A07A54" w:rsidRDefault="00A34802" w:rsidP="00A34802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0D7386B" w14:textId="1862634C" w:rsidR="00A34802" w:rsidRPr="00A07A54" w:rsidRDefault="00A34802" w:rsidP="00A34802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34802" w:rsidRPr="00F26CA7" w14:paraId="20D180A7" w14:textId="77777777" w:rsidTr="00863356">
        <w:trPr>
          <w:trHeight w:val="827"/>
        </w:trPr>
        <w:tc>
          <w:tcPr>
            <w:tcW w:w="2127" w:type="dxa"/>
            <w:shd w:val="clear" w:color="auto" w:fill="auto"/>
          </w:tcPr>
          <w:p w14:paraId="560FB4E2" w14:textId="2BC87052" w:rsidR="00A34802" w:rsidRPr="00A07A54" w:rsidRDefault="00A34802" w:rsidP="00A34802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lastRenderedPageBreak/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339B2964" w14:textId="4389BE46" w:rsidR="00A34802" w:rsidRPr="00A07A54" w:rsidRDefault="00A34802" w:rsidP="00A34802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628FB70B" w14:textId="16555E05" w:rsidR="00A34802" w:rsidRPr="00A07A54" w:rsidRDefault="00A34802" w:rsidP="00A34802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E6E1968" w14:textId="6404B071" w:rsidR="00A34802" w:rsidRPr="00A07A54" w:rsidRDefault="00A34802" w:rsidP="00A34802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32C8CDD3" w14:textId="32637F1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E0F6754" w14:textId="3AF58040" w:rsidR="008143BF" w:rsidRDefault="008143BF" w:rsidP="009348E2">
      <w:p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      </w:t>
      </w:r>
      <w:proofErr w:type="gramStart"/>
      <w:r w:rsidRPr="008143BF">
        <w:rPr>
          <w:rFonts w:cstheme="minorHAnsi"/>
        </w:rPr>
        <w:t>1.1</w:t>
      </w:r>
      <w:r>
        <w:rPr>
          <w:rFonts w:cstheme="minorHAnsi"/>
        </w:rPr>
        <w:t>1</w:t>
      </w:r>
      <w:proofErr w:type="gramEnd"/>
      <w:r w:rsidRPr="008143BF">
        <w:rPr>
          <w:rFonts w:cstheme="minorHAnsi"/>
        </w:rPr>
        <w:t>.</w:t>
      </w:r>
      <w:r w:rsidRPr="008143BF">
        <w:rPr>
          <w:rFonts w:cstheme="minorHAnsi"/>
        </w:rPr>
        <w:tab/>
      </w:r>
      <w:r>
        <w:rPr>
          <w:rFonts w:cstheme="minorHAnsi"/>
        </w:rPr>
        <w:t>S</w:t>
      </w:r>
      <w:r w:rsidRPr="008143BF">
        <w:rPr>
          <w:rFonts w:cstheme="minorHAnsi"/>
        </w:rPr>
        <w:t>chopnost odborné komunikace v českém nebo slovenském jazyce</w:t>
      </w:r>
    </w:p>
    <w:p w14:paraId="7745DA4F" w14:textId="76D7BB44" w:rsidR="008143BF" w:rsidRDefault="008143BF" w:rsidP="009348E2">
      <w:p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                    </w:t>
      </w:r>
      <w:r w:rsidRPr="008143BF">
        <w:rPr>
          <w:rFonts w:cstheme="minorHAnsi"/>
          <w:b/>
          <w:highlight w:val="yellow"/>
        </w:rPr>
        <w:t>ANO/NE</w:t>
      </w:r>
      <w:r>
        <w:rPr>
          <w:rFonts w:cstheme="minorHAnsi"/>
        </w:rPr>
        <w:t xml:space="preserve">     </w:t>
      </w:r>
      <w:r w:rsidRPr="008143BF">
        <w:rPr>
          <w:rFonts w:cstheme="minorHAnsi"/>
          <w:highlight w:val="yellow"/>
        </w:rPr>
        <w:t>nehodící se škrtněte</w:t>
      </w:r>
    </w:p>
    <w:p w14:paraId="52AF59BB" w14:textId="6374B27C" w:rsidR="008143BF" w:rsidRDefault="008143BF" w:rsidP="009348E2">
      <w:p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      1.12       Pro </w:t>
      </w:r>
      <w:r w:rsidRPr="008143BF">
        <w:rPr>
          <w:rFonts w:cstheme="minorHAnsi"/>
        </w:rPr>
        <w:t>odborn</w:t>
      </w:r>
      <w:r>
        <w:rPr>
          <w:rFonts w:cstheme="minorHAnsi"/>
        </w:rPr>
        <w:t>ou</w:t>
      </w:r>
      <w:r w:rsidRPr="008143BF">
        <w:rPr>
          <w:rFonts w:cstheme="minorHAnsi"/>
        </w:rPr>
        <w:t xml:space="preserve"> k</w:t>
      </w:r>
      <w:r>
        <w:rPr>
          <w:rFonts w:cstheme="minorHAnsi"/>
        </w:rPr>
        <w:t xml:space="preserve">omunikaci </w:t>
      </w:r>
      <w:r w:rsidRPr="008143BF">
        <w:rPr>
          <w:rFonts w:cstheme="minorHAnsi"/>
        </w:rPr>
        <w:t>v českém nebo slovenském jazyce</w:t>
      </w:r>
      <w:r>
        <w:rPr>
          <w:rFonts w:cstheme="minorHAnsi"/>
        </w:rPr>
        <w:t xml:space="preserve"> nutný tlumočník</w:t>
      </w:r>
    </w:p>
    <w:p w14:paraId="0EF02E78" w14:textId="0DE2AC05" w:rsidR="008143BF" w:rsidRDefault="008143BF" w:rsidP="009348E2">
      <w:p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                    </w:t>
      </w:r>
      <w:r w:rsidRPr="008143BF">
        <w:rPr>
          <w:rFonts w:cstheme="minorHAnsi"/>
          <w:b/>
          <w:highlight w:val="yellow"/>
        </w:rPr>
        <w:t>ANO/NE</w:t>
      </w:r>
      <w:r>
        <w:rPr>
          <w:rFonts w:cstheme="minorHAnsi"/>
        </w:rPr>
        <w:t xml:space="preserve">    </w:t>
      </w:r>
      <w:r w:rsidRPr="008143BF">
        <w:rPr>
          <w:rFonts w:cstheme="minorHAnsi"/>
          <w:highlight w:val="yellow"/>
        </w:rPr>
        <w:t>nehodící se škrtněte</w:t>
      </w:r>
    </w:p>
    <w:p w14:paraId="3F8FC52B" w14:textId="6E03C79E" w:rsidR="00A5584A" w:rsidRPr="003E31B8" w:rsidRDefault="00A5584A" w:rsidP="00A5584A">
      <w:pPr>
        <w:pStyle w:val="Nadpis2"/>
        <w:rPr>
          <w:sz w:val="22"/>
          <w:szCs w:val="22"/>
        </w:rPr>
      </w:pPr>
      <w:r w:rsidRPr="003E31B8">
        <w:rPr>
          <w:sz w:val="22"/>
          <w:szCs w:val="22"/>
        </w:rPr>
        <w:t xml:space="preserve">Funkce: </w:t>
      </w:r>
      <w:r w:rsidRPr="003A3201">
        <w:rPr>
          <w:sz w:val="22"/>
          <w:szCs w:val="22"/>
          <w:u w:val="single"/>
        </w:rPr>
        <w:t>Právní poradce</w:t>
      </w:r>
    </w:p>
    <w:p w14:paraId="098BCEE7" w14:textId="77777777" w:rsidR="00A5584A" w:rsidRDefault="00A5584A" w:rsidP="00A5584A">
      <w:pPr>
        <w:pStyle w:val="Nadpis3"/>
        <w:rPr>
          <w:b/>
          <w:bCs/>
        </w:rPr>
      </w:pPr>
      <w:r w:rsidRPr="004F79AD">
        <w:t>Příjmení</w:t>
      </w:r>
      <w:r>
        <w:t xml:space="preserve"> (titul)</w:t>
      </w:r>
      <w:r w:rsidRPr="004F79AD">
        <w:t>:</w:t>
      </w:r>
      <w:r w:rsidRPr="004F79AD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 w:rsidRPr="004F79AD">
        <w:rPr>
          <w:b/>
          <w:bCs/>
          <w:highlight w:val="yellow"/>
        </w:rPr>
        <w:t>[DOPLNÍ DODAVATEL]</w:t>
      </w:r>
    </w:p>
    <w:p w14:paraId="538D23F2" w14:textId="77777777" w:rsidR="00A5584A" w:rsidRDefault="00A5584A" w:rsidP="00A5584A">
      <w:pPr>
        <w:pStyle w:val="Nadpis3"/>
        <w:rPr>
          <w:b/>
          <w:bCs/>
        </w:rPr>
      </w:pPr>
      <w:r w:rsidRPr="00A07A54">
        <w:t xml:space="preserve">Jméno: </w:t>
      </w:r>
      <w:r>
        <w:tab/>
      </w:r>
      <w:r>
        <w:tab/>
      </w:r>
      <w:r>
        <w:tab/>
      </w:r>
      <w:r w:rsidRPr="00A07A54">
        <w:rPr>
          <w:b/>
          <w:bCs/>
          <w:highlight w:val="yellow"/>
        </w:rPr>
        <w:t>[DOPLNÍ DODAVATEL]</w:t>
      </w:r>
    </w:p>
    <w:p w14:paraId="68A8E54F" w14:textId="77777777" w:rsidR="00A5584A" w:rsidRDefault="00A5584A" w:rsidP="00A5584A">
      <w:pPr>
        <w:pStyle w:val="Nadpis3"/>
        <w:rPr>
          <w:b/>
          <w:bCs/>
        </w:rPr>
      </w:pPr>
      <w:r w:rsidRPr="00A07A54">
        <w:t xml:space="preserve">Datum narození: </w:t>
      </w:r>
      <w:r>
        <w:tab/>
      </w:r>
      <w:r>
        <w:tab/>
      </w:r>
      <w:r w:rsidRPr="00A07A54">
        <w:rPr>
          <w:b/>
          <w:bCs/>
          <w:highlight w:val="yellow"/>
        </w:rPr>
        <w:t>[DOPLNÍ DODAVATEL]</w:t>
      </w:r>
    </w:p>
    <w:p w14:paraId="32720535" w14:textId="77777777" w:rsidR="00A5584A" w:rsidRPr="00C4779A" w:rsidRDefault="00A5584A" w:rsidP="00A5584A">
      <w:pPr>
        <w:pStyle w:val="Nadpis3"/>
      </w:pPr>
      <w:r w:rsidRPr="00495B32">
        <w:t>Kontaktní adresa</w:t>
      </w:r>
      <w:r>
        <w:t>:</w:t>
      </w:r>
      <w:r>
        <w:tab/>
      </w:r>
      <w:r>
        <w:tab/>
      </w:r>
      <w:r w:rsidRPr="00A07A54">
        <w:rPr>
          <w:b/>
          <w:bCs/>
          <w:highlight w:val="yellow"/>
        </w:rPr>
        <w:t>[DOPLNÍ DODAVATEL]</w:t>
      </w:r>
    </w:p>
    <w:p w14:paraId="5B3E7F3F" w14:textId="77777777" w:rsidR="00A5584A" w:rsidRPr="008C74F9" w:rsidRDefault="00A5584A" w:rsidP="00A5584A">
      <w:pPr>
        <w:pStyle w:val="Nadpis3"/>
      </w:pPr>
      <w:r>
        <w:t>Tel. / e-mail:</w:t>
      </w:r>
      <w:r>
        <w:tab/>
      </w:r>
      <w:r>
        <w:tab/>
      </w:r>
      <w:r w:rsidRPr="00A07A54">
        <w:rPr>
          <w:b/>
          <w:bCs/>
          <w:highlight w:val="yellow"/>
        </w:rPr>
        <w:t>[DOPLNÍ DODAVATEL]</w:t>
      </w:r>
    </w:p>
    <w:p w14:paraId="07A4682F" w14:textId="77777777" w:rsidR="00A5584A" w:rsidRDefault="00A5584A" w:rsidP="00A5584A">
      <w:pPr>
        <w:pStyle w:val="Nadpis3"/>
        <w:spacing w:after="0"/>
        <w:rPr>
          <w:b/>
          <w:bCs/>
        </w:rPr>
      </w:pPr>
      <w:r w:rsidRPr="00F26CA7">
        <w:rPr>
          <w:rFonts w:ascii="Verdana" w:eastAsia="Calibri" w:hAnsi="Verdana" w:cs="Times New Roman"/>
        </w:rPr>
        <w:t>Vztah k</w:t>
      </w:r>
      <w:r>
        <w:rPr>
          <w:rFonts w:ascii="Verdana" w:eastAsia="Calibri" w:hAnsi="Verdana" w:cs="Times New Roman"/>
        </w:rPr>
        <w:t> </w:t>
      </w:r>
      <w:r w:rsidRPr="00F26CA7">
        <w:rPr>
          <w:rFonts w:ascii="Verdana" w:eastAsia="Calibri" w:hAnsi="Verdana" w:cs="Times New Roman"/>
        </w:rPr>
        <w:t>dodavateli</w:t>
      </w:r>
      <w:r>
        <w:rPr>
          <w:rFonts w:ascii="Verdana" w:eastAsia="Calibri" w:hAnsi="Verdana" w:cs="Times New Roman"/>
        </w:rPr>
        <w:t>:</w:t>
      </w:r>
      <w:r>
        <w:rPr>
          <w:rFonts w:ascii="Verdana" w:eastAsia="Calibri" w:hAnsi="Verdana" w:cs="Times New Roman"/>
        </w:rPr>
        <w:tab/>
      </w:r>
      <w:r w:rsidRPr="00A07A54">
        <w:rPr>
          <w:b/>
          <w:bCs/>
          <w:highlight w:val="yellow"/>
        </w:rPr>
        <w:t>[DOPLNÍ DODAVATEL]</w:t>
      </w:r>
      <w:r>
        <w:rPr>
          <w:b/>
          <w:bCs/>
        </w:rPr>
        <w:t xml:space="preserve"> </w:t>
      </w:r>
    </w:p>
    <w:p w14:paraId="493D93D0" w14:textId="77777777" w:rsidR="00A5584A" w:rsidRPr="00195202" w:rsidRDefault="00A5584A" w:rsidP="00A5584A">
      <w:pPr>
        <w:ind w:left="1134"/>
        <w:rPr>
          <w:lang w:eastAsia="cs-CZ"/>
        </w:rPr>
      </w:pPr>
      <w:r w:rsidRPr="00195202">
        <w:rPr>
          <w:lang w:eastAsia="cs-CZ"/>
        </w:rPr>
        <w:t>(pracovněprávní, člen statutárního orgánu</w:t>
      </w:r>
      <w:r>
        <w:rPr>
          <w:lang w:eastAsia="cs-CZ"/>
        </w:rPr>
        <w:t>, subdodavatel</w:t>
      </w:r>
      <w:r w:rsidRPr="00195202">
        <w:rPr>
          <w:lang w:eastAsia="cs-CZ"/>
        </w:rPr>
        <w:t xml:space="preserve"> </w:t>
      </w:r>
      <w:r>
        <w:rPr>
          <w:lang w:eastAsia="cs-CZ"/>
        </w:rPr>
        <w:t xml:space="preserve">či zaměstnanec subdodavatele </w:t>
      </w:r>
      <w:r w:rsidRPr="00195202">
        <w:rPr>
          <w:lang w:eastAsia="cs-CZ"/>
        </w:rPr>
        <w:t>apod</w:t>
      </w:r>
      <w:r>
        <w:rPr>
          <w:lang w:eastAsia="cs-CZ"/>
        </w:rPr>
        <w:t>.)</w:t>
      </w:r>
    </w:p>
    <w:p w14:paraId="5A5C6A01" w14:textId="225FF083" w:rsidR="00A5584A" w:rsidRDefault="00914C3F" w:rsidP="00863356">
      <w:pPr>
        <w:pStyle w:val="Nadpis3"/>
        <w:jc w:val="both"/>
        <w:rPr>
          <w:b/>
          <w:bCs/>
        </w:rPr>
      </w:pPr>
      <w:r>
        <w:rPr>
          <w:u w:val="single"/>
        </w:rPr>
        <w:t>P</w:t>
      </w:r>
      <w:r w:rsidRPr="00914C3F">
        <w:rPr>
          <w:u w:val="single"/>
        </w:rPr>
        <w:t>oskytování poradenských a konzultačních služeb v oblasti PPP projektů</w:t>
      </w:r>
      <w:r w:rsidR="00A5584A">
        <w:t xml:space="preserve"> – </w:t>
      </w:r>
      <w:r w:rsidR="00A5584A" w:rsidRPr="00E83DFC">
        <w:t>Roky odborné praxe</w:t>
      </w:r>
      <w:r w:rsidR="003C04F4">
        <w:t>:</w:t>
      </w:r>
      <w:r w:rsidR="00A5584A">
        <w:t xml:space="preserve"> </w:t>
      </w:r>
      <w:r w:rsidR="00A5584A" w:rsidRPr="00A07A54">
        <w:rPr>
          <w:b/>
          <w:bCs/>
          <w:highlight w:val="yellow"/>
        </w:rPr>
        <w:t>[DOPLNÍ DODAVATEL]</w:t>
      </w:r>
    </w:p>
    <w:tbl>
      <w:tblPr>
        <w:tblW w:w="8080" w:type="dxa"/>
        <w:tblInd w:w="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3402"/>
        <w:gridCol w:w="2126"/>
      </w:tblGrid>
      <w:tr w:rsidR="00A5584A" w:rsidRPr="00A07A54" w14:paraId="29AB53FB" w14:textId="77777777" w:rsidTr="00863356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65B813B" w14:textId="77777777" w:rsidR="00A5584A" w:rsidRPr="00131034" w:rsidRDefault="00A5584A" w:rsidP="00513AE0">
            <w:pPr>
              <w:spacing w:after="120" w:line="276" w:lineRule="auto"/>
              <w:ind w:left="138"/>
              <w:rPr>
                <w:rFonts w:cstheme="minorHAnsi"/>
                <w:b/>
                <w:bCs/>
                <w:iCs/>
              </w:rPr>
            </w:pPr>
            <w:r w:rsidRPr="00131034">
              <w:rPr>
                <w:rFonts w:cstheme="minorHAnsi"/>
                <w:b/>
                <w:bCs/>
                <w:iCs/>
              </w:rPr>
              <w:t>Zaměstnavatel</w:t>
            </w:r>
            <w:r w:rsidRPr="006B7256">
              <w:rPr>
                <w:rFonts w:cstheme="minorHAnsi"/>
                <w:iCs/>
              </w:rPr>
              <w:t xml:space="preserve"> (obch. firma/název a sídlo) / OSVČ + </w:t>
            </w:r>
            <w:r w:rsidRPr="00131034">
              <w:rPr>
                <w:rFonts w:cstheme="minorHAnsi"/>
                <w:b/>
                <w:bCs/>
                <w:iCs/>
              </w:rPr>
              <w:t>Místo výkonu praxe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F79783F" w14:textId="77777777" w:rsidR="00A5584A" w:rsidRPr="00131034" w:rsidRDefault="00A5584A" w:rsidP="00513AE0">
            <w:pPr>
              <w:spacing w:after="120" w:line="276" w:lineRule="auto"/>
              <w:ind w:left="277" w:right="136"/>
              <w:rPr>
                <w:rFonts w:cstheme="minorHAnsi"/>
                <w:b/>
                <w:bCs/>
              </w:rPr>
            </w:pPr>
            <w:r w:rsidRPr="00131034">
              <w:rPr>
                <w:rFonts w:cstheme="minorHAnsi"/>
                <w:b/>
                <w:bCs/>
              </w:rPr>
              <w:t>Funkce/pracovní pozice</w:t>
            </w:r>
            <w:r>
              <w:rPr>
                <w:rFonts w:cstheme="minorHAnsi"/>
                <w:b/>
                <w:bCs/>
              </w:rPr>
              <w:t xml:space="preserve"> + </w:t>
            </w:r>
            <w:r w:rsidRPr="00131034">
              <w:rPr>
                <w:rFonts w:cstheme="minorHAnsi"/>
                <w:b/>
                <w:bCs/>
              </w:rPr>
              <w:t>Popis pracovních činností/náplň praxe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206CB20" w14:textId="77777777" w:rsidR="00A5584A" w:rsidRPr="00131034" w:rsidRDefault="00A5584A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</w:rPr>
            </w:pPr>
            <w:r w:rsidRPr="00131034">
              <w:rPr>
                <w:rFonts w:cstheme="minorHAnsi"/>
                <w:b/>
                <w:bCs/>
              </w:rPr>
              <w:t xml:space="preserve">Délka praxe </w:t>
            </w:r>
            <w:r w:rsidRPr="006B7256">
              <w:rPr>
                <w:rFonts w:cstheme="minorHAnsi"/>
              </w:rPr>
              <w:t>od (měsíc/rok) do (měsíc/rok) včetně</w:t>
            </w:r>
          </w:p>
        </w:tc>
      </w:tr>
      <w:tr w:rsidR="00A5584A" w:rsidRPr="00A07A54" w14:paraId="5AD41FAB" w14:textId="77777777" w:rsidTr="00863356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1975B" w14:textId="77777777" w:rsidR="00A5584A" w:rsidRPr="00A07A54" w:rsidRDefault="00A5584A" w:rsidP="00513AE0">
            <w:pPr>
              <w:spacing w:after="120" w:line="276" w:lineRule="auto"/>
              <w:ind w:left="138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8495D" w14:textId="77777777" w:rsidR="00A5584A" w:rsidRPr="00A07A54" w:rsidRDefault="00A5584A" w:rsidP="00513AE0">
            <w:pPr>
              <w:spacing w:after="120" w:line="276" w:lineRule="auto"/>
              <w:ind w:left="277" w:right="136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33D52" w14:textId="77777777" w:rsidR="00A5584A" w:rsidRPr="00A07A54" w:rsidRDefault="00A5584A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5584A" w:rsidRPr="00A07A54" w14:paraId="2622DFBE" w14:textId="77777777" w:rsidTr="00863356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FDBC2" w14:textId="77777777" w:rsidR="00A5584A" w:rsidRPr="00A07A54" w:rsidRDefault="00A5584A" w:rsidP="00513AE0">
            <w:pPr>
              <w:spacing w:after="120" w:line="276" w:lineRule="auto"/>
              <w:ind w:left="138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E65E3" w14:textId="77777777" w:rsidR="00A5584A" w:rsidRPr="00A07A54" w:rsidRDefault="00A5584A" w:rsidP="00513AE0">
            <w:pPr>
              <w:spacing w:after="120" w:line="276" w:lineRule="auto"/>
              <w:ind w:left="277" w:right="136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78915" w14:textId="77777777" w:rsidR="00A5584A" w:rsidRPr="00A07A54" w:rsidRDefault="00A5584A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5584A" w:rsidRPr="00A07A54" w14:paraId="3AC1872F" w14:textId="77777777" w:rsidTr="00863356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E5245" w14:textId="77777777" w:rsidR="00A5584A" w:rsidRPr="00A07A54" w:rsidRDefault="00A5584A" w:rsidP="00513AE0">
            <w:pPr>
              <w:spacing w:after="120" w:line="276" w:lineRule="auto"/>
              <w:ind w:left="138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6D72B" w14:textId="77777777" w:rsidR="00A5584A" w:rsidRPr="00A07A54" w:rsidRDefault="00A5584A" w:rsidP="00513AE0">
            <w:pPr>
              <w:spacing w:after="120" w:line="276" w:lineRule="auto"/>
              <w:ind w:left="277" w:right="136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945A4" w14:textId="77777777" w:rsidR="00A5584A" w:rsidRPr="00A07A54" w:rsidRDefault="00A5584A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D6BF16A" w14:textId="77777777" w:rsidR="00A5584A" w:rsidRDefault="00A5584A" w:rsidP="00A5584A">
      <w:pPr>
        <w:spacing w:after="0"/>
        <w:rPr>
          <w:lang w:eastAsia="cs-CZ"/>
        </w:rPr>
      </w:pPr>
    </w:p>
    <w:p w14:paraId="21193318" w14:textId="169C2F05" w:rsidR="00A5584A" w:rsidRPr="006B7256" w:rsidRDefault="00A5584A" w:rsidP="00863356">
      <w:pPr>
        <w:pStyle w:val="Nadpis3"/>
        <w:jc w:val="both"/>
        <w:rPr>
          <w:b/>
          <w:bCs/>
        </w:rPr>
      </w:pPr>
      <w:r w:rsidRPr="00962C05">
        <w:rPr>
          <w:u w:val="single"/>
        </w:rPr>
        <w:t xml:space="preserve">Poskytování </w:t>
      </w:r>
      <w:r w:rsidR="00914C3F" w:rsidRPr="00914C3F">
        <w:rPr>
          <w:u w:val="single"/>
        </w:rPr>
        <w:t>poradenských a konzultačních služeb v oblasti PPP projektů v českém právním prostředí</w:t>
      </w:r>
      <w:r>
        <w:t xml:space="preserve"> – </w:t>
      </w:r>
      <w:r w:rsidRPr="00E83DFC">
        <w:t>Roky odborné praxe</w:t>
      </w:r>
      <w:r w:rsidR="00090226">
        <w:t>:</w:t>
      </w:r>
      <w:r>
        <w:t xml:space="preserve"> </w:t>
      </w:r>
      <w:r w:rsidRPr="006B7256">
        <w:rPr>
          <w:b/>
          <w:bCs/>
          <w:highlight w:val="yellow"/>
        </w:rPr>
        <w:t>[DOPLNÍ DODAVATEL]</w:t>
      </w:r>
    </w:p>
    <w:tbl>
      <w:tblPr>
        <w:tblW w:w="8080" w:type="dxa"/>
        <w:tblInd w:w="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3402"/>
        <w:gridCol w:w="2126"/>
      </w:tblGrid>
      <w:tr w:rsidR="00A5584A" w:rsidRPr="00A07A54" w14:paraId="518222C4" w14:textId="77777777" w:rsidTr="00863356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C9F369" w14:textId="77777777" w:rsidR="00A5584A" w:rsidRPr="00131034" w:rsidRDefault="00A5584A" w:rsidP="00513AE0">
            <w:pPr>
              <w:spacing w:after="120" w:line="276" w:lineRule="auto"/>
              <w:ind w:left="138"/>
              <w:rPr>
                <w:rFonts w:cstheme="minorHAnsi"/>
                <w:b/>
                <w:bCs/>
                <w:iCs/>
              </w:rPr>
            </w:pPr>
            <w:r w:rsidRPr="00131034">
              <w:rPr>
                <w:rFonts w:cstheme="minorHAnsi"/>
                <w:b/>
                <w:bCs/>
                <w:iCs/>
              </w:rPr>
              <w:t>Zaměstnavatel</w:t>
            </w:r>
            <w:r w:rsidRPr="006B7256">
              <w:rPr>
                <w:rFonts w:cstheme="minorHAnsi"/>
                <w:iCs/>
              </w:rPr>
              <w:t xml:space="preserve"> (obch. firma/název a sídlo) / OSVČ + </w:t>
            </w:r>
            <w:r w:rsidRPr="00131034">
              <w:rPr>
                <w:rFonts w:cstheme="minorHAnsi"/>
                <w:b/>
                <w:bCs/>
                <w:iCs/>
              </w:rPr>
              <w:t>Místo výkonu praxe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48BFF3B" w14:textId="77777777" w:rsidR="00A5584A" w:rsidRPr="00131034" w:rsidRDefault="00A5584A" w:rsidP="00513AE0">
            <w:pPr>
              <w:spacing w:after="120" w:line="276" w:lineRule="auto"/>
              <w:ind w:left="277" w:right="136"/>
              <w:rPr>
                <w:rFonts w:cstheme="minorHAnsi"/>
                <w:b/>
                <w:bCs/>
              </w:rPr>
            </w:pPr>
            <w:r w:rsidRPr="00131034">
              <w:rPr>
                <w:rFonts w:cstheme="minorHAnsi"/>
                <w:b/>
                <w:bCs/>
              </w:rPr>
              <w:t>Funkce/pracovní pozice</w:t>
            </w:r>
            <w:r>
              <w:rPr>
                <w:rFonts w:cstheme="minorHAnsi"/>
                <w:b/>
                <w:bCs/>
              </w:rPr>
              <w:t xml:space="preserve"> + </w:t>
            </w:r>
            <w:r w:rsidRPr="00131034">
              <w:rPr>
                <w:rFonts w:cstheme="minorHAnsi"/>
                <w:b/>
                <w:bCs/>
              </w:rPr>
              <w:t>Popis pracovních činností/náplň praxe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9CB261F" w14:textId="77777777" w:rsidR="00A5584A" w:rsidRPr="00131034" w:rsidRDefault="00A5584A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</w:rPr>
            </w:pPr>
            <w:r w:rsidRPr="00131034">
              <w:rPr>
                <w:rFonts w:cstheme="minorHAnsi"/>
                <w:b/>
                <w:bCs/>
              </w:rPr>
              <w:t xml:space="preserve">Délka praxe </w:t>
            </w:r>
            <w:r w:rsidRPr="006B7256">
              <w:rPr>
                <w:rFonts w:cstheme="minorHAnsi"/>
              </w:rPr>
              <w:t>od (měsíc/rok) do (měsíc/rok) včetně</w:t>
            </w:r>
          </w:p>
        </w:tc>
      </w:tr>
      <w:tr w:rsidR="00A5584A" w:rsidRPr="00A07A54" w14:paraId="17FF6372" w14:textId="77777777" w:rsidTr="00863356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9931" w14:textId="77777777" w:rsidR="00A5584A" w:rsidRPr="00A07A54" w:rsidRDefault="00A5584A" w:rsidP="00513AE0">
            <w:pPr>
              <w:spacing w:after="120" w:line="276" w:lineRule="auto"/>
              <w:ind w:left="138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D9411" w14:textId="77777777" w:rsidR="00A5584A" w:rsidRPr="00A07A54" w:rsidRDefault="00A5584A" w:rsidP="00513AE0">
            <w:pPr>
              <w:spacing w:after="120" w:line="276" w:lineRule="auto"/>
              <w:ind w:left="277" w:right="136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60A8C" w14:textId="77777777" w:rsidR="00A5584A" w:rsidRPr="00A07A54" w:rsidRDefault="00A5584A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5584A" w:rsidRPr="00A07A54" w14:paraId="510E0600" w14:textId="77777777" w:rsidTr="00863356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6C3F0" w14:textId="77777777" w:rsidR="00A5584A" w:rsidRPr="00A07A54" w:rsidRDefault="00A5584A" w:rsidP="00513AE0">
            <w:pPr>
              <w:spacing w:after="120" w:line="276" w:lineRule="auto"/>
              <w:ind w:left="138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79885" w14:textId="77777777" w:rsidR="00A5584A" w:rsidRPr="00A07A54" w:rsidRDefault="00A5584A" w:rsidP="00513AE0">
            <w:pPr>
              <w:spacing w:after="120" w:line="276" w:lineRule="auto"/>
              <w:ind w:left="277" w:right="136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E0FC" w14:textId="77777777" w:rsidR="00A5584A" w:rsidRPr="00A07A54" w:rsidRDefault="00A5584A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5584A" w:rsidRPr="00A07A54" w14:paraId="0DD3C0F6" w14:textId="77777777" w:rsidTr="00863356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921C4" w14:textId="77777777" w:rsidR="00A5584A" w:rsidRPr="00A07A54" w:rsidRDefault="00A5584A" w:rsidP="00513AE0">
            <w:pPr>
              <w:spacing w:after="120" w:line="276" w:lineRule="auto"/>
              <w:ind w:left="138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12808" w14:textId="77777777" w:rsidR="00A5584A" w:rsidRPr="00A07A54" w:rsidRDefault="00A5584A" w:rsidP="00513AE0">
            <w:pPr>
              <w:spacing w:after="120" w:line="276" w:lineRule="auto"/>
              <w:ind w:left="277" w:right="136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98DDA" w14:textId="77777777" w:rsidR="00A5584A" w:rsidRPr="00A07A54" w:rsidRDefault="00A5584A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0F9E4BE7" w14:textId="77777777" w:rsidR="00A5584A" w:rsidRDefault="00A5584A" w:rsidP="000D46FF">
      <w:pPr>
        <w:spacing w:after="0"/>
        <w:rPr>
          <w:lang w:eastAsia="cs-CZ"/>
        </w:rPr>
      </w:pPr>
    </w:p>
    <w:p w14:paraId="46D288AD" w14:textId="30C14092" w:rsidR="00A5584A" w:rsidRPr="00795C8D" w:rsidRDefault="00254951" w:rsidP="005533AA">
      <w:pPr>
        <w:pStyle w:val="Nadpis3"/>
        <w:spacing w:after="0"/>
        <w:jc w:val="both"/>
        <w:rPr>
          <w:b/>
          <w:bCs/>
        </w:rPr>
      </w:pPr>
      <w:r>
        <w:rPr>
          <w:u w:val="single"/>
        </w:rPr>
        <w:lastRenderedPageBreak/>
        <w:t>Nejvyšší dosažené vzdělání</w:t>
      </w:r>
      <w:r>
        <w:t xml:space="preserve"> </w:t>
      </w:r>
      <w:r w:rsidR="00A5584A" w:rsidRPr="00795C8D">
        <w:rPr>
          <w:b/>
          <w:bCs/>
          <w:highlight w:val="yellow"/>
        </w:rPr>
        <w:t>[</w:t>
      </w:r>
      <w:r w:rsidR="00A5584A" w:rsidRPr="00863356">
        <w:rPr>
          <w:b/>
          <w:bCs/>
          <w:highlight w:val="yellow"/>
        </w:rPr>
        <w:t>DOPLNÍ DODAVATEL</w:t>
      </w:r>
      <w:r w:rsidR="00863356" w:rsidRPr="00863356">
        <w:rPr>
          <w:b/>
          <w:bCs/>
          <w:highlight w:val="yellow"/>
        </w:rPr>
        <w:t xml:space="preserve"> (bakalářské / magisterské / doktorské</w:t>
      </w:r>
      <w:r w:rsidR="00562DD7">
        <w:rPr>
          <w:b/>
          <w:bCs/>
          <w:highlight w:val="yellow"/>
        </w:rPr>
        <w:t>)</w:t>
      </w:r>
      <w:r w:rsidR="00A5584A" w:rsidRPr="00863356">
        <w:rPr>
          <w:b/>
          <w:bCs/>
          <w:highlight w:val="yellow"/>
        </w:rPr>
        <w:t>]</w:t>
      </w:r>
      <w:r w:rsidRPr="00254951">
        <w:t xml:space="preserve">, v oboru </w:t>
      </w:r>
      <w:r w:rsidRPr="00795C8D">
        <w:rPr>
          <w:b/>
          <w:bCs/>
          <w:highlight w:val="yellow"/>
        </w:rPr>
        <w:t>[DOPLNÍ DODAVATEL]</w:t>
      </w:r>
      <w:r>
        <w:t>, v</w:t>
      </w:r>
      <w:r w:rsidRPr="00254951">
        <w:t>ysok</w:t>
      </w:r>
      <w:r>
        <w:t>á</w:t>
      </w:r>
      <w:r w:rsidRPr="00254951">
        <w:t xml:space="preserve"> škol</w:t>
      </w:r>
      <w:r>
        <w:t xml:space="preserve">a </w:t>
      </w:r>
      <w:r w:rsidRPr="00795C8D">
        <w:rPr>
          <w:b/>
          <w:bCs/>
          <w:highlight w:val="yellow"/>
        </w:rPr>
        <w:t>[DOPLNÍ DODAVATEL]</w:t>
      </w:r>
    </w:p>
    <w:p w14:paraId="6C4A7418" w14:textId="77777777" w:rsidR="00A5584A" w:rsidRPr="008C74F9" w:rsidRDefault="00A5584A" w:rsidP="00A5584A">
      <w:pPr>
        <w:spacing w:after="0"/>
        <w:ind w:left="567"/>
        <w:rPr>
          <w:lang w:eastAsia="cs-CZ"/>
        </w:rPr>
      </w:pPr>
    </w:p>
    <w:p w14:paraId="7F54B234" w14:textId="77777777" w:rsidR="00A5584A" w:rsidRPr="0076612A" w:rsidRDefault="00A5584A" w:rsidP="00A5584A">
      <w:pPr>
        <w:pStyle w:val="Nadpis3"/>
      </w:pPr>
      <w:r w:rsidRPr="008E7915">
        <w:rPr>
          <w:u w:val="single"/>
        </w:rPr>
        <w:t xml:space="preserve">Zkušenosti </w:t>
      </w:r>
      <w:r>
        <w:rPr>
          <w:u w:val="single"/>
        </w:rPr>
        <w:t xml:space="preserve">člena týmu </w:t>
      </w:r>
      <w:r w:rsidRPr="008E7915">
        <w:rPr>
          <w:u w:val="single"/>
        </w:rPr>
        <w:t>pro účely hodnocení</w:t>
      </w:r>
      <w:r w:rsidRPr="00795C8D">
        <w:t xml:space="preserve"> podle </w:t>
      </w:r>
      <w:r>
        <w:t>článku</w:t>
      </w:r>
      <w:r w:rsidRPr="00795C8D">
        <w:t xml:space="preserve"> </w:t>
      </w:r>
      <w:r>
        <w:t>16.1.1 Výzvy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A5584A" w:rsidRPr="00F26CA7" w14:paraId="7202D6D1" w14:textId="77777777" w:rsidTr="00863356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6F456DE6" w14:textId="3448878C" w:rsidR="00A5584A" w:rsidRPr="00F26CA7" w:rsidRDefault="00A5584A" w:rsidP="007B5CFE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Název </w:t>
            </w:r>
            <w:r w:rsidR="007B5CFE">
              <w:rPr>
                <w:rFonts w:ascii="Verdana" w:eastAsia="Calibri" w:hAnsi="Verdana" w:cs="Times New Roman"/>
                <w:b/>
              </w:rPr>
              <w:t>konkrétního projektu PPP</w:t>
            </w:r>
            <w:r w:rsidR="00077EF5">
              <w:rPr>
                <w:rFonts w:ascii="Verdana" w:eastAsia="Calibri" w:hAnsi="Verdana" w:cs="Times New Roman"/>
                <w:b/>
              </w:rPr>
              <w:t xml:space="preserve"> a jeho popis</w:t>
            </w:r>
            <w:r>
              <w:rPr>
                <w:rFonts w:ascii="Verdana" w:eastAsia="Calibri" w:hAnsi="Verdana" w:cs="Times New Roman"/>
                <w:b/>
              </w:rPr>
              <w:t xml:space="preserve"> </w:t>
            </w:r>
            <w:r w:rsidRPr="00F26CA7">
              <w:rPr>
                <w:rFonts w:ascii="Verdana" w:eastAsia="Calibri" w:hAnsi="Verdana" w:cs="Times New Roman"/>
              </w:rPr>
              <w:t>(odpovídající bodu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="00863356">
              <w:rPr>
                <w:rFonts w:ascii="Verdana" w:eastAsia="Calibri" w:hAnsi="Verdana" w:cs="Times New Roman"/>
              </w:rPr>
              <w:t>2</w:t>
            </w:r>
            <w:r>
              <w:rPr>
                <w:rFonts w:ascii="Verdana" w:eastAsia="Calibri" w:hAnsi="Verdana" w:cs="Times New Roman"/>
              </w:rPr>
              <w:t>. článku 16.1.1 Výzvy</w:t>
            </w:r>
            <w:r w:rsidRPr="00F26CA7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vč. místa plnění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595F7E1" w14:textId="77777777" w:rsidR="00A5584A" w:rsidRPr="00F26CA7" w:rsidRDefault="00A5584A" w:rsidP="00513AE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>Objednatel</w:t>
            </w:r>
            <w:r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75535F28" w14:textId="77777777" w:rsidR="00A5584A" w:rsidRPr="00F26CA7" w:rsidRDefault="00A5584A" w:rsidP="00513AE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Cs/>
              </w:rPr>
              <w:t>Vč. uvedení kontaktních údajů</w:t>
            </w:r>
            <w:r>
              <w:rPr>
                <w:rFonts w:ascii="Verdana" w:eastAsia="Calibri" w:hAnsi="Verdana" w:cs="Times New Roman"/>
                <w:bCs/>
              </w:rPr>
              <w:t xml:space="preserve">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A767B5E" w14:textId="72B3E035" w:rsidR="00A5584A" w:rsidRPr="00F26CA7" w:rsidRDefault="00A5584A" w:rsidP="00513AE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Popis činnosti člena týmu </w:t>
            </w:r>
            <w:r>
              <w:rPr>
                <w:rFonts w:ascii="Verdana" w:eastAsia="Calibri" w:hAnsi="Verdana" w:cs="Times New Roman"/>
                <w:b/>
              </w:rPr>
              <w:t xml:space="preserve">v rámci zkušenosti </w:t>
            </w:r>
            <w:r w:rsidRPr="00F26CA7">
              <w:rPr>
                <w:rFonts w:ascii="Verdana" w:eastAsia="Calibri" w:hAnsi="Verdana" w:cs="Times New Roman"/>
                <w:bCs/>
              </w:rPr>
              <w:t>(</w:t>
            </w:r>
            <w:r w:rsidRPr="00AD2B1D">
              <w:rPr>
                <w:rFonts w:ascii="Verdana" w:eastAsia="Calibri" w:hAnsi="Verdana" w:cs="Times New Roman"/>
                <w:bCs/>
              </w:rPr>
              <w:t xml:space="preserve">odpovídající bodu </w:t>
            </w:r>
            <w:r w:rsidR="00863356">
              <w:rPr>
                <w:rFonts w:ascii="Verdana" w:eastAsia="Calibri" w:hAnsi="Verdana" w:cs="Times New Roman"/>
                <w:bCs/>
              </w:rPr>
              <w:t>2</w:t>
            </w:r>
            <w:r w:rsidRPr="00AD2B1D">
              <w:rPr>
                <w:rFonts w:ascii="Verdana" w:eastAsia="Calibri" w:hAnsi="Verdana" w:cs="Times New Roman"/>
                <w:bCs/>
              </w:rPr>
              <w:t>. článku 16.1.1 Výzvy</w:t>
            </w:r>
            <w:r w:rsidRPr="00F26CA7">
              <w:rPr>
                <w:rFonts w:ascii="Verdana" w:eastAsia="Calibri" w:hAnsi="Verdana" w:cs="Times New Roman"/>
                <w:bCs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67861C" w14:textId="77777777" w:rsidR="00A5584A" w:rsidRPr="00F26CA7" w:rsidRDefault="00A5584A" w:rsidP="00513AE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Doba realizace </w:t>
            </w:r>
            <w:r>
              <w:rPr>
                <w:rFonts w:ascii="Verdana" w:eastAsia="Calibri" w:hAnsi="Verdana" w:cs="Times New Roman"/>
                <w:b/>
              </w:rPr>
              <w:t>zkušenosti členem týmu</w:t>
            </w:r>
          </w:p>
          <w:p w14:paraId="7490CC84" w14:textId="77777777" w:rsidR="00A5584A" w:rsidRPr="00F26CA7" w:rsidRDefault="00A5584A" w:rsidP="00513AE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863CE7">
              <w:rPr>
                <w:rFonts w:ascii="Verdana" w:eastAsia="Calibri" w:hAnsi="Verdana" w:cs="Times New Roman"/>
                <w:bCs/>
              </w:rPr>
              <w:t>od (měsíc/rok) do (měsíc/rok) včetně</w:t>
            </w:r>
          </w:p>
        </w:tc>
      </w:tr>
      <w:tr w:rsidR="00A5584A" w:rsidRPr="00F26CA7" w14:paraId="65DF9A26" w14:textId="77777777" w:rsidTr="00863356">
        <w:trPr>
          <w:trHeight w:val="913"/>
        </w:trPr>
        <w:tc>
          <w:tcPr>
            <w:tcW w:w="2127" w:type="dxa"/>
            <w:shd w:val="clear" w:color="auto" w:fill="auto"/>
          </w:tcPr>
          <w:p w14:paraId="71F7FB4C" w14:textId="77777777" w:rsidR="00A5584A" w:rsidRPr="00F26CA7" w:rsidRDefault="00A5584A" w:rsidP="00513AE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517077B0" w14:textId="77777777" w:rsidR="00A5584A" w:rsidRPr="00F26CA7" w:rsidRDefault="00A5584A" w:rsidP="00513AE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62AC7620" w14:textId="77777777" w:rsidR="00A5584A" w:rsidRPr="00F26CA7" w:rsidRDefault="00A5584A" w:rsidP="00513AE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0D3C85A4" w14:textId="77777777" w:rsidR="00A5584A" w:rsidRPr="00F26CA7" w:rsidRDefault="00A5584A" w:rsidP="00513AE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5584A" w:rsidRPr="00F26CA7" w14:paraId="33B95359" w14:textId="77777777" w:rsidTr="00863356">
        <w:trPr>
          <w:trHeight w:val="827"/>
        </w:trPr>
        <w:tc>
          <w:tcPr>
            <w:tcW w:w="2127" w:type="dxa"/>
            <w:shd w:val="clear" w:color="auto" w:fill="auto"/>
          </w:tcPr>
          <w:p w14:paraId="4E299F23" w14:textId="77777777" w:rsidR="00A5584A" w:rsidRPr="00F26CA7" w:rsidRDefault="00A5584A" w:rsidP="00513AE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2DCADACE" w14:textId="77777777" w:rsidR="00A5584A" w:rsidRPr="00F26CA7" w:rsidRDefault="00A5584A" w:rsidP="00513AE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5A38E98D" w14:textId="77777777" w:rsidR="00A5584A" w:rsidRPr="00F26CA7" w:rsidRDefault="00A5584A" w:rsidP="00513AE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5464A275" w14:textId="77777777" w:rsidR="00A5584A" w:rsidRPr="00F26CA7" w:rsidRDefault="00A5584A" w:rsidP="00513AE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5584A" w:rsidRPr="00F26CA7" w14:paraId="769BAEBF" w14:textId="77777777" w:rsidTr="00863356">
        <w:trPr>
          <w:trHeight w:val="827"/>
        </w:trPr>
        <w:tc>
          <w:tcPr>
            <w:tcW w:w="2127" w:type="dxa"/>
            <w:shd w:val="clear" w:color="auto" w:fill="auto"/>
          </w:tcPr>
          <w:p w14:paraId="67BF45EF" w14:textId="77777777" w:rsidR="00A5584A" w:rsidRPr="00A07A54" w:rsidRDefault="00A5584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2FEAE267" w14:textId="77777777" w:rsidR="00A5584A" w:rsidRPr="00A07A54" w:rsidRDefault="00A5584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60FC5791" w14:textId="77777777" w:rsidR="00A5584A" w:rsidRPr="00A07A54" w:rsidRDefault="00A5584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4BB840D3" w14:textId="77777777" w:rsidR="00A5584A" w:rsidRPr="00A07A54" w:rsidRDefault="00A5584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5584A" w:rsidRPr="00F26CA7" w14:paraId="26B84FD1" w14:textId="77777777" w:rsidTr="00863356">
        <w:trPr>
          <w:trHeight w:val="827"/>
        </w:trPr>
        <w:tc>
          <w:tcPr>
            <w:tcW w:w="2127" w:type="dxa"/>
            <w:shd w:val="clear" w:color="auto" w:fill="auto"/>
          </w:tcPr>
          <w:p w14:paraId="4D8BDC42" w14:textId="77777777" w:rsidR="00A5584A" w:rsidRPr="00A07A54" w:rsidRDefault="00A5584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098DA805" w14:textId="77777777" w:rsidR="00A5584A" w:rsidRPr="00A07A54" w:rsidRDefault="00A5584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1A738BB4" w14:textId="77777777" w:rsidR="00A5584A" w:rsidRPr="00A07A54" w:rsidRDefault="00A5584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5DC34198" w14:textId="77777777" w:rsidR="00A5584A" w:rsidRPr="00A07A54" w:rsidRDefault="00A5584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5584A" w:rsidRPr="00F26CA7" w14:paraId="07613DAB" w14:textId="77777777" w:rsidTr="00863356">
        <w:trPr>
          <w:trHeight w:val="827"/>
        </w:trPr>
        <w:tc>
          <w:tcPr>
            <w:tcW w:w="2127" w:type="dxa"/>
            <w:shd w:val="clear" w:color="auto" w:fill="auto"/>
          </w:tcPr>
          <w:p w14:paraId="07DAD879" w14:textId="77777777" w:rsidR="00A5584A" w:rsidRPr="00A07A54" w:rsidRDefault="00A5584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71AF61BC" w14:textId="77777777" w:rsidR="00A5584A" w:rsidRPr="00A07A54" w:rsidRDefault="00A5584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704569F2" w14:textId="77777777" w:rsidR="00A5584A" w:rsidRPr="00A07A54" w:rsidRDefault="00A5584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1FE6479" w14:textId="77777777" w:rsidR="00A5584A" w:rsidRPr="00A07A54" w:rsidRDefault="00A5584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615DD089" w14:textId="77777777" w:rsidR="00754B44" w:rsidRDefault="00754B44" w:rsidP="00754B44">
      <w:p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      </w:t>
      </w:r>
    </w:p>
    <w:p w14:paraId="2ED6EB5B" w14:textId="4760A964" w:rsidR="00754B44" w:rsidRDefault="00754B44" w:rsidP="00754B44">
      <w:p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      </w:t>
      </w:r>
      <w:proofErr w:type="gramStart"/>
      <w:r>
        <w:rPr>
          <w:rFonts w:cstheme="minorHAnsi"/>
        </w:rPr>
        <w:t>2</w:t>
      </w:r>
      <w:r w:rsidRPr="008143BF">
        <w:rPr>
          <w:rFonts w:cstheme="minorHAnsi"/>
        </w:rPr>
        <w:t>.1</w:t>
      </w:r>
      <w:r>
        <w:rPr>
          <w:rFonts w:cstheme="minorHAnsi"/>
        </w:rPr>
        <w:t>1</w:t>
      </w:r>
      <w:proofErr w:type="gramEnd"/>
      <w:r w:rsidRPr="008143BF">
        <w:rPr>
          <w:rFonts w:cstheme="minorHAnsi"/>
        </w:rPr>
        <w:t>.</w:t>
      </w:r>
      <w:r w:rsidRPr="008143BF">
        <w:rPr>
          <w:rFonts w:cstheme="minorHAnsi"/>
        </w:rPr>
        <w:tab/>
      </w:r>
      <w:r>
        <w:rPr>
          <w:rFonts w:cstheme="minorHAnsi"/>
        </w:rPr>
        <w:t>S</w:t>
      </w:r>
      <w:r w:rsidRPr="008143BF">
        <w:rPr>
          <w:rFonts w:cstheme="minorHAnsi"/>
        </w:rPr>
        <w:t>chopnost odborné komunikace v českém nebo slovenském jazyce</w:t>
      </w:r>
    </w:p>
    <w:p w14:paraId="060FCFFD" w14:textId="77777777" w:rsidR="00754B44" w:rsidRDefault="00754B44" w:rsidP="00754B44">
      <w:p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                    </w:t>
      </w:r>
      <w:r w:rsidRPr="008143BF">
        <w:rPr>
          <w:rFonts w:cstheme="minorHAnsi"/>
          <w:b/>
          <w:highlight w:val="yellow"/>
        </w:rPr>
        <w:t>ANO/NE</w:t>
      </w:r>
      <w:r>
        <w:rPr>
          <w:rFonts w:cstheme="minorHAnsi"/>
        </w:rPr>
        <w:t xml:space="preserve">     </w:t>
      </w:r>
      <w:r w:rsidRPr="008143BF">
        <w:rPr>
          <w:rFonts w:cstheme="minorHAnsi"/>
          <w:highlight w:val="yellow"/>
        </w:rPr>
        <w:t>nehodící se škrtněte</w:t>
      </w:r>
    </w:p>
    <w:p w14:paraId="27AACCCB" w14:textId="7C553F3E" w:rsidR="00754B44" w:rsidRDefault="00754B44" w:rsidP="00754B44">
      <w:p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      </w:t>
      </w:r>
      <w:r>
        <w:rPr>
          <w:rFonts w:cstheme="minorHAnsi"/>
        </w:rPr>
        <w:t>2</w:t>
      </w:r>
      <w:r>
        <w:rPr>
          <w:rFonts w:cstheme="minorHAnsi"/>
        </w:rPr>
        <w:t xml:space="preserve">.12       Pro </w:t>
      </w:r>
      <w:r w:rsidRPr="008143BF">
        <w:rPr>
          <w:rFonts w:cstheme="minorHAnsi"/>
        </w:rPr>
        <w:t>odborn</w:t>
      </w:r>
      <w:r>
        <w:rPr>
          <w:rFonts w:cstheme="minorHAnsi"/>
        </w:rPr>
        <w:t>ou</w:t>
      </w:r>
      <w:r w:rsidRPr="008143BF">
        <w:rPr>
          <w:rFonts w:cstheme="minorHAnsi"/>
        </w:rPr>
        <w:t xml:space="preserve"> k</w:t>
      </w:r>
      <w:r>
        <w:rPr>
          <w:rFonts w:cstheme="minorHAnsi"/>
        </w:rPr>
        <w:t xml:space="preserve">omunikaci </w:t>
      </w:r>
      <w:r w:rsidRPr="008143BF">
        <w:rPr>
          <w:rFonts w:cstheme="minorHAnsi"/>
        </w:rPr>
        <w:t>v českém nebo slovenském jazyce</w:t>
      </w:r>
      <w:r>
        <w:rPr>
          <w:rFonts w:cstheme="minorHAnsi"/>
        </w:rPr>
        <w:t xml:space="preserve"> nutný tlumočník</w:t>
      </w:r>
    </w:p>
    <w:p w14:paraId="5E7F3DD8" w14:textId="77777777" w:rsidR="00754B44" w:rsidRDefault="00754B44" w:rsidP="00754B44">
      <w:p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                    </w:t>
      </w:r>
      <w:r w:rsidRPr="008143BF">
        <w:rPr>
          <w:rFonts w:cstheme="minorHAnsi"/>
          <w:b/>
          <w:highlight w:val="yellow"/>
        </w:rPr>
        <w:t>ANO/NE</w:t>
      </w:r>
      <w:r>
        <w:rPr>
          <w:rFonts w:cstheme="minorHAnsi"/>
        </w:rPr>
        <w:t xml:space="preserve">    </w:t>
      </w:r>
      <w:r w:rsidRPr="008143BF">
        <w:rPr>
          <w:rFonts w:cstheme="minorHAnsi"/>
          <w:highlight w:val="yellow"/>
        </w:rPr>
        <w:t>nehodící se škrtněte</w:t>
      </w:r>
    </w:p>
    <w:p w14:paraId="38877614" w14:textId="3B2D68F8" w:rsidR="00A5584A" w:rsidRDefault="00A5584A" w:rsidP="00A5584A">
      <w:pPr>
        <w:spacing w:after="120" w:line="276" w:lineRule="auto"/>
        <w:ind w:left="567" w:hanging="425"/>
        <w:rPr>
          <w:rFonts w:cstheme="minorHAnsi"/>
        </w:rPr>
      </w:pPr>
    </w:p>
    <w:p w14:paraId="7E76E6D3" w14:textId="3BDE4041" w:rsidR="005533AA" w:rsidRPr="003E31B8" w:rsidRDefault="005533AA" w:rsidP="005533AA">
      <w:pPr>
        <w:pStyle w:val="Nadpis2"/>
        <w:rPr>
          <w:sz w:val="22"/>
          <w:szCs w:val="22"/>
        </w:rPr>
      </w:pPr>
      <w:r w:rsidRPr="003E31B8">
        <w:rPr>
          <w:sz w:val="22"/>
          <w:szCs w:val="22"/>
        </w:rPr>
        <w:t xml:space="preserve">Funkce: </w:t>
      </w:r>
      <w:r w:rsidR="00E3430C" w:rsidRPr="00E3430C">
        <w:rPr>
          <w:sz w:val="22"/>
          <w:szCs w:val="22"/>
          <w:u w:val="single"/>
        </w:rPr>
        <w:t>Ekonomický poradce</w:t>
      </w:r>
    </w:p>
    <w:p w14:paraId="32822AFC" w14:textId="77777777" w:rsidR="005533AA" w:rsidRDefault="005533AA" w:rsidP="005533AA">
      <w:pPr>
        <w:pStyle w:val="Nadpis3"/>
        <w:rPr>
          <w:b/>
          <w:bCs/>
        </w:rPr>
      </w:pPr>
      <w:r w:rsidRPr="004F79AD">
        <w:t>Příjmení</w:t>
      </w:r>
      <w:r>
        <w:t xml:space="preserve"> (titul)</w:t>
      </w:r>
      <w:r w:rsidRPr="004F79AD">
        <w:t>:</w:t>
      </w:r>
      <w:r w:rsidRPr="004F79AD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 w:rsidRPr="004F79AD">
        <w:rPr>
          <w:b/>
          <w:bCs/>
          <w:highlight w:val="yellow"/>
        </w:rPr>
        <w:t>[DOPLNÍ DODAVATEL]</w:t>
      </w:r>
    </w:p>
    <w:p w14:paraId="46B7C29D" w14:textId="77777777" w:rsidR="005533AA" w:rsidRDefault="005533AA" w:rsidP="005533AA">
      <w:pPr>
        <w:pStyle w:val="Nadpis3"/>
        <w:rPr>
          <w:b/>
          <w:bCs/>
        </w:rPr>
      </w:pPr>
      <w:r w:rsidRPr="00A07A54">
        <w:t xml:space="preserve">Jméno: </w:t>
      </w:r>
      <w:r>
        <w:tab/>
      </w:r>
      <w:r>
        <w:tab/>
      </w:r>
      <w:r>
        <w:tab/>
      </w:r>
      <w:r w:rsidRPr="00A07A54">
        <w:rPr>
          <w:b/>
          <w:bCs/>
          <w:highlight w:val="yellow"/>
        </w:rPr>
        <w:t>[DOPLNÍ DODAVATEL]</w:t>
      </w:r>
    </w:p>
    <w:p w14:paraId="12B1DC4D" w14:textId="77777777" w:rsidR="005533AA" w:rsidRDefault="005533AA" w:rsidP="005533AA">
      <w:pPr>
        <w:pStyle w:val="Nadpis3"/>
        <w:rPr>
          <w:b/>
          <w:bCs/>
        </w:rPr>
      </w:pPr>
      <w:r w:rsidRPr="00A07A54">
        <w:t xml:space="preserve">Datum narození: </w:t>
      </w:r>
      <w:r>
        <w:tab/>
      </w:r>
      <w:r>
        <w:tab/>
      </w:r>
      <w:r w:rsidRPr="00A07A54">
        <w:rPr>
          <w:b/>
          <w:bCs/>
          <w:highlight w:val="yellow"/>
        </w:rPr>
        <w:t>[DOPLNÍ DODAVATEL]</w:t>
      </w:r>
    </w:p>
    <w:p w14:paraId="4C5D3297" w14:textId="77777777" w:rsidR="005533AA" w:rsidRPr="00C4779A" w:rsidRDefault="005533AA" w:rsidP="005533AA">
      <w:pPr>
        <w:pStyle w:val="Nadpis3"/>
      </w:pPr>
      <w:r w:rsidRPr="00495B32">
        <w:t>Kontaktní adresa</w:t>
      </w:r>
      <w:r>
        <w:t>:</w:t>
      </w:r>
      <w:r>
        <w:tab/>
      </w:r>
      <w:r>
        <w:tab/>
      </w:r>
      <w:r w:rsidRPr="00A07A54">
        <w:rPr>
          <w:b/>
          <w:bCs/>
          <w:highlight w:val="yellow"/>
        </w:rPr>
        <w:t>[DOPLNÍ DODAVATEL]</w:t>
      </w:r>
    </w:p>
    <w:p w14:paraId="2E6AA2AC" w14:textId="77777777" w:rsidR="005533AA" w:rsidRPr="008C74F9" w:rsidRDefault="005533AA" w:rsidP="005533AA">
      <w:pPr>
        <w:pStyle w:val="Nadpis3"/>
      </w:pPr>
      <w:r>
        <w:t>Tel. / e-mail:</w:t>
      </w:r>
      <w:r>
        <w:tab/>
      </w:r>
      <w:r>
        <w:tab/>
      </w:r>
      <w:r w:rsidRPr="00A07A54">
        <w:rPr>
          <w:b/>
          <w:bCs/>
          <w:highlight w:val="yellow"/>
        </w:rPr>
        <w:t>[DOPLNÍ DODAVATEL]</w:t>
      </w:r>
    </w:p>
    <w:p w14:paraId="4BEF75D4" w14:textId="77777777" w:rsidR="005533AA" w:rsidRDefault="005533AA" w:rsidP="005533AA">
      <w:pPr>
        <w:pStyle w:val="Nadpis3"/>
        <w:spacing w:after="0"/>
        <w:rPr>
          <w:b/>
          <w:bCs/>
        </w:rPr>
      </w:pPr>
      <w:r w:rsidRPr="00F26CA7">
        <w:rPr>
          <w:rFonts w:ascii="Verdana" w:eastAsia="Calibri" w:hAnsi="Verdana" w:cs="Times New Roman"/>
        </w:rPr>
        <w:t>Vztah k</w:t>
      </w:r>
      <w:r>
        <w:rPr>
          <w:rFonts w:ascii="Verdana" w:eastAsia="Calibri" w:hAnsi="Verdana" w:cs="Times New Roman"/>
        </w:rPr>
        <w:t> </w:t>
      </w:r>
      <w:r w:rsidRPr="00F26CA7">
        <w:rPr>
          <w:rFonts w:ascii="Verdana" w:eastAsia="Calibri" w:hAnsi="Verdana" w:cs="Times New Roman"/>
        </w:rPr>
        <w:t>dodavateli</w:t>
      </w:r>
      <w:r>
        <w:rPr>
          <w:rFonts w:ascii="Verdana" w:eastAsia="Calibri" w:hAnsi="Verdana" w:cs="Times New Roman"/>
        </w:rPr>
        <w:t>:</w:t>
      </w:r>
      <w:r>
        <w:rPr>
          <w:rFonts w:ascii="Verdana" w:eastAsia="Calibri" w:hAnsi="Verdana" w:cs="Times New Roman"/>
        </w:rPr>
        <w:tab/>
      </w:r>
      <w:r w:rsidRPr="00A07A54">
        <w:rPr>
          <w:b/>
          <w:bCs/>
          <w:highlight w:val="yellow"/>
        </w:rPr>
        <w:t>[DOPLNÍ DODAVATEL]</w:t>
      </w:r>
      <w:r>
        <w:rPr>
          <w:b/>
          <w:bCs/>
        </w:rPr>
        <w:t xml:space="preserve"> </w:t>
      </w:r>
    </w:p>
    <w:p w14:paraId="3C881B96" w14:textId="77777777" w:rsidR="005533AA" w:rsidRPr="00195202" w:rsidRDefault="005533AA" w:rsidP="005533AA">
      <w:pPr>
        <w:ind w:left="1134"/>
        <w:rPr>
          <w:lang w:eastAsia="cs-CZ"/>
        </w:rPr>
      </w:pPr>
      <w:r w:rsidRPr="00195202">
        <w:rPr>
          <w:lang w:eastAsia="cs-CZ"/>
        </w:rPr>
        <w:t>(pracovněprávní, člen statutárního orgánu</w:t>
      </w:r>
      <w:r>
        <w:rPr>
          <w:lang w:eastAsia="cs-CZ"/>
        </w:rPr>
        <w:t>, subdodavatel</w:t>
      </w:r>
      <w:r w:rsidRPr="00195202">
        <w:rPr>
          <w:lang w:eastAsia="cs-CZ"/>
        </w:rPr>
        <w:t xml:space="preserve"> </w:t>
      </w:r>
      <w:r>
        <w:rPr>
          <w:lang w:eastAsia="cs-CZ"/>
        </w:rPr>
        <w:t xml:space="preserve">či zaměstnanec subdodavatele </w:t>
      </w:r>
      <w:r w:rsidRPr="00195202">
        <w:rPr>
          <w:lang w:eastAsia="cs-CZ"/>
        </w:rPr>
        <w:t>apod</w:t>
      </w:r>
      <w:r>
        <w:rPr>
          <w:lang w:eastAsia="cs-CZ"/>
        </w:rPr>
        <w:t>.)</w:t>
      </w:r>
    </w:p>
    <w:p w14:paraId="4C970D9A" w14:textId="0677EFFB" w:rsidR="005533AA" w:rsidRDefault="005533AA" w:rsidP="005533AA">
      <w:pPr>
        <w:pStyle w:val="Nadpis3"/>
        <w:jc w:val="both"/>
        <w:rPr>
          <w:b/>
          <w:bCs/>
        </w:rPr>
      </w:pPr>
      <w:r>
        <w:rPr>
          <w:u w:val="single"/>
        </w:rPr>
        <w:t>P</w:t>
      </w:r>
      <w:r w:rsidRPr="00914C3F">
        <w:rPr>
          <w:u w:val="single"/>
        </w:rPr>
        <w:t xml:space="preserve">oskytování </w:t>
      </w:r>
      <w:r w:rsidR="0047217B" w:rsidRPr="0047217B">
        <w:rPr>
          <w:u w:val="single"/>
        </w:rPr>
        <w:t>poradenských a konzultačních služeb v oblasti PPP projektů</w:t>
      </w:r>
      <w:r>
        <w:t xml:space="preserve"> – </w:t>
      </w:r>
      <w:r w:rsidRPr="00E83DFC">
        <w:t>Roky odborné praxe</w:t>
      </w:r>
      <w:r w:rsidR="00F873F3">
        <w:t>:</w:t>
      </w:r>
      <w:r>
        <w:t xml:space="preserve"> </w:t>
      </w:r>
      <w:r w:rsidRPr="00A07A54">
        <w:rPr>
          <w:b/>
          <w:bCs/>
          <w:highlight w:val="yellow"/>
        </w:rPr>
        <w:t>[DOPLNÍ DODAVATEL]</w:t>
      </w:r>
    </w:p>
    <w:tbl>
      <w:tblPr>
        <w:tblW w:w="8080" w:type="dxa"/>
        <w:tblInd w:w="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3402"/>
        <w:gridCol w:w="2126"/>
      </w:tblGrid>
      <w:tr w:rsidR="005533AA" w:rsidRPr="00A07A54" w14:paraId="01DB6116" w14:textId="77777777" w:rsidTr="00513AE0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9F1AB0E" w14:textId="77777777" w:rsidR="005533AA" w:rsidRPr="00131034" w:rsidRDefault="005533AA" w:rsidP="00513AE0">
            <w:pPr>
              <w:spacing w:after="120" w:line="276" w:lineRule="auto"/>
              <w:ind w:left="138"/>
              <w:rPr>
                <w:rFonts w:cstheme="minorHAnsi"/>
                <w:b/>
                <w:bCs/>
                <w:iCs/>
              </w:rPr>
            </w:pPr>
            <w:r w:rsidRPr="00131034">
              <w:rPr>
                <w:rFonts w:cstheme="minorHAnsi"/>
                <w:b/>
                <w:bCs/>
                <w:iCs/>
              </w:rPr>
              <w:lastRenderedPageBreak/>
              <w:t>Zaměstnavatel</w:t>
            </w:r>
            <w:r w:rsidRPr="006B7256">
              <w:rPr>
                <w:rFonts w:cstheme="minorHAnsi"/>
                <w:iCs/>
              </w:rPr>
              <w:t xml:space="preserve"> (obch. firma/název a sídlo) / OSVČ + </w:t>
            </w:r>
            <w:r w:rsidRPr="00131034">
              <w:rPr>
                <w:rFonts w:cstheme="minorHAnsi"/>
                <w:b/>
                <w:bCs/>
                <w:iCs/>
              </w:rPr>
              <w:t>Místo výkonu praxe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73C1752" w14:textId="77777777" w:rsidR="005533AA" w:rsidRPr="00131034" w:rsidRDefault="005533AA" w:rsidP="00513AE0">
            <w:pPr>
              <w:spacing w:after="120" w:line="276" w:lineRule="auto"/>
              <w:ind w:left="277" w:right="136"/>
              <w:rPr>
                <w:rFonts w:cstheme="minorHAnsi"/>
                <w:b/>
                <w:bCs/>
              </w:rPr>
            </w:pPr>
            <w:r w:rsidRPr="00131034">
              <w:rPr>
                <w:rFonts w:cstheme="minorHAnsi"/>
                <w:b/>
                <w:bCs/>
              </w:rPr>
              <w:t>Funkce/pracovní pozice</w:t>
            </w:r>
            <w:r>
              <w:rPr>
                <w:rFonts w:cstheme="minorHAnsi"/>
                <w:b/>
                <w:bCs/>
              </w:rPr>
              <w:t xml:space="preserve"> + </w:t>
            </w:r>
            <w:r w:rsidRPr="00131034">
              <w:rPr>
                <w:rFonts w:cstheme="minorHAnsi"/>
                <w:b/>
                <w:bCs/>
              </w:rPr>
              <w:t>Popis pracovních činností/náplň praxe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7577975" w14:textId="77777777" w:rsidR="005533AA" w:rsidRPr="00131034" w:rsidRDefault="005533AA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</w:rPr>
            </w:pPr>
            <w:r w:rsidRPr="00131034">
              <w:rPr>
                <w:rFonts w:cstheme="minorHAnsi"/>
                <w:b/>
                <w:bCs/>
              </w:rPr>
              <w:t xml:space="preserve">Délka praxe </w:t>
            </w:r>
            <w:r w:rsidRPr="006B7256">
              <w:rPr>
                <w:rFonts w:cstheme="minorHAnsi"/>
              </w:rPr>
              <w:t>od (měsíc/rok) do (měsíc/rok) včetně</w:t>
            </w:r>
          </w:p>
        </w:tc>
      </w:tr>
      <w:tr w:rsidR="005533AA" w:rsidRPr="00A07A54" w14:paraId="1CAADBCF" w14:textId="77777777" w:rsidTr="00513AE0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4BD4" w14:textId="77777777" w:rsidR="005533AA" w:rsidRPr="00A07A54" w:rsidRDefault="005533AA" w:rsidP="00513AE0">
            <w:pPr>
              <w:spacing w:after="120" w:line="276" w:lineRule="auto"/>
              <w:ind w:left="138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1DEC2" w14:textId="77777777" w:rsidR="005533AA" w:rsidRPr="00A07A54" w:rsidRDefault="005533AA" w:rsidP="00513AE0">
            <w:pPr>
              <w:spacing w:after="120" w:line="276" w:lineRule="auto"/>
              <w:ind w:left="277" w:right="136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B81AF" w14:textId="77777777" w:rsidR="005533AA" w:rsidRPr="00A07A54" w:rsidRDefault="005533AA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5533AA" w:rsidRPr="00A07A54" w14:paraId="6215E0C3" w14:textId="77777777" w:rsidTr="00513AE0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F67BE" w14:textId="77777777" w:rsidR="005533AA" w:rsidRPr="00A07A54" w:rsidRDefault="005533AA" w:rsidP="00513AE0">
            <w:pPr>
              <w:spacing w:after="120" w:line="276" w:lineRule="auto"/>
              <w:ind w:left="138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BD22C" w14:textId="77777777" w:rsidR="005533AA" w:rsidRPr="00A07A54" w:rsidRDefault="005533AA" w:rsidP="00513AE0">
            <w:pPr>
              <w:spacing w:after="120" w:line="276" w:lineRule="auto"/>
              <w:ind w:left="277" w:right="136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A95EA" w14:textId="77777777" w:rsidR="005533AA" w:rsidRPr="00A07A54" w:rsidRDefault="005533AA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5533AA" w:rsidRPr="00A07A54" w14:paraId="6F7A4C6D" w14:textId="77777777" w:rsidTr="00513AE0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C7FDD" w14:textId="77777777" w:rsidR="005533AA" w:rsidRPr="00A07A54" w:rsidRDefault="005533AA" w:rsidP="00513AE0">
            <w:pPr>
              <w:spacing w:after="120" w:line="276" w:lineRule="auto"/>
              <w:ind w:left="138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23820" w14:textId="77777777" w:rsidR="005533AA" w:rsidRPr="00A07A54" w:rsidRDefault="005533AA" w:rsidP="00513AE0">
            <w:pPr>
              <w:spacing w:after="120" w:line="276" w:lineRule="auto"/>
              <w:ind w:left="277" w:right="136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FDA67" w14:textId="77777777" w:rsidR="005533AA" w:rsidRPr="00A07A54" w:rsidRDefault="005533AA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41D2D57A" w14:textId="77777777" w:rsidR="005533AA" w:rsidRDefault="005533AA" w:rsidP="005533AA">
      <w:pPr>
        <w:spacing w:after="0"/>
        <w:rPr>
          <w:lang w:eastAsia="cs-CZ"/>
        </w:rPr>
      </w:pPr>
    </w:p>
    <w:p w14:paraId="505493A5" w14:textId="37F439D1" w:rsidR="005533AA" w:rsidRPr="006B7256" w:rsidRDefault="004F3EAA" w:rsidP="005533AA">
      <w:pPr>
        <w:pStyle w:val="Nadpis3"/>
        <w:jc w:val="both"/>
        <w:rPr>
          <w:b/>
          <w:bCs/>
        </w:rPr>
      </w:pPr>
      <w:r>
        <w:rPr>
          <w:u w:val="single"/>
        </w:rPr>
        <w:t>E</w:t>
      </w:r>
      <w:r w:rsidRPr="004F3EAA">
        <w:rPr>
          <w:u w:val="single"/>
        </w:rPr>
        <w:t>vropsk</w:t>
      </w:r>
      <w:r>
        <w:rPr>
          <w:u w:val="single"/>
        </w:rPr>
        <w:t xml:space="preserve">ý systém </w:t>
      </w:r>
      <w:r w:rsidRPr="004F3EAA">
        <w:rPr>
          <w:u w:val="single"/>
        </w:rPr>
        <w:t>účtů 2010 (ESA 2010)</w:t>
      </w:r>
      <w:r w:rsidR="005533AA">
        <w:t xml:space="preserve"> – </w:t>
      </w:r>
      <w:r w:rsidR="005533AA" w:rsidRPr="00E83DFC">
        <w:t>Roky odborné praxe</w:t>
      </w:r>
      <w:r w:rsidR="006E2E63">
        <w:t>:</w:t>
      </w:r>
      <w:r w:rsidR="005533AA">
        <w:t xml:space="preserve"> </w:t>
      </w:r>
      <w:r w:rsidR="005533AA" w:rsidRPr="006B7256">
        <w:rPr>
          <w:b/>
          <w:bCs/>
          <w:highlight w:val="yellow"/>
        </w:rPr>
        <w:t>[DOPLNÍ DODAVATEL]</w:t>
      </w:r>
    </w:p>
    <w:tbl>
      <w:tblPr>
        <w:tblW w:w="8080" w:type="dxa"/>
        <w:tblInd w:w="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3402"/>
        <w:gridCol w:w="2126"/>
      </w:tblGrid>
      <w:tr w:rsidR="005533AA" w:rsidRPr="00A07A54" w14:paraId="39F1F75A" w14:textId="77777777" w:rsidTr="00513AE0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7B0F11D" w14:textId="77777777" w:rsidR="005533AA" w:rsidRPr="00131034" w:rsidRDefault="005533AA" w:rsidP="00513AE0">
            <w:pPr>
              <w:spacing w:after="120" w:line="276" w:lineRule="auto"/>
              <w:ind w:left="138"/>
              <w:rPr>
                <w:rFonts w:cstheme="minorHAnsi"/>
                <w:b/>
                <w:bCs/>
                <w:iCs/>
              </w:rPr>
            </w:pPr>
            <w:r w:rsidRPr="00131034">
              <w:rPr>
                <w:rFonts w:cstheme="minorHAnsi"/>
                <w:b/>
                <w:bCs/>
                <w:iCs/>
              </w:rPr>
              <w:t>Zaměstnavatel</w:t>
            </w:r>
            <w:r w:rsidRPr="006B7256">
              <w:rPr>
                <w:rFonts w:cstheme="minorHAnsi"/>
                <w:iCs/>
              </w:rPr>
              <w:t xml:space="preserve"> (obch. firma/název a sídlo) / OSVČ + </w:t>
            </w:r>
            <w:r w:rsidRPr="00131034">
              <w:rPr>
                <w:rFonts w:cstheme="minorHAnsi"/>
                <w:b/>
                <w:bCs/>
                <w:iCs/>
              </w:rPr>
              <w:t>Místo výkonu praxe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A1ECD03" w14:textId="77777777" w:rsidR="005533AA" w:rsidRPr="00131034" w:rsidRDefault="005533AA" w:rsidP="00513AE0">
            <w:pPr>
              <w:spacing w:after="120" w:line="276" w:lineRule="auto"/>
              <w:ind w:left="277" w:right="136"/>
              <w:rPr>
                <w:rFonts w:cstheme="minorHAnsi"/>
                <w:b/>
                <w:bCs/>
              </w:rPr>
            </w:pPr>
            <w:r w:rsidRPr="00131034">
              <w:rPr>
                <w:rFonts w:cstheme="minorHAnsi"/>
                <w:b/>
                <w:bCs/>
              </w:rPr>
              <w:t>Funkce/pracovní pozice</w:t>
            </w:r>
            <w:r>
              <w:rPr>
                <w:rFonts w:cstheme="minorHAnsi"/>
                <w:b/>
                <w:bCs/>
              </w:rPr>
              <w:t xml:space="preserve"> + </w:t>
            </w:r>
            <w:r w:rsidRPr="00131034">
              <w:rPr>
                <w:rFonts w:cstheme="minorHAnsi"/>
                <w:b/>
                <w:bCs/>
              </w:rPr>
              <w:t>Popis pracovních činností/náplň praxe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ABC002" w14:textId="77777777" w:rsidR="005533AA" w:rsidRPr="00131034" w:rsidRDefault="005533AA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</w:rPr>
            </w:pPr>
            <w:r w:rsidRPr="00131034">
              <w:rPr>
                <w:rFonts w:cstheme="minorHAnsi"/>
                <w:b/>
                <w:bCs/>
              </w:rPr>
              <w:t xml:space="preserve">Délka praxe </w:t>
            </w:r>
            <w:r w:rsidRPr="006B7256">
              <w:rPr>
                <w:rFonts w:cstheme="minorHAnsi"/>
              </w:rPr>
              <w:t>od (měsíc/rok) do (měsíc/rok) včetně</w:t>
            </w:r>
          </w:p>
        </w:tc>
      </w:tr>
      <w:tr w:rsidR="005533AA" w:rsidRPr="00A07A54" w14:paraId="41F254BB" w14:textId="77777777" w:rsidTr="00513AE0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AFD62" w14:textId="77777777" w:rsidR="005533AA" w:rsidRPr="00A07A54" w:rsidRDefault="005533AA" w:rsidP="00513AE0">
            <w:pPr>
              <w:spacing w:after="120" w:line="276" w:lineRule="auto"/>
              <w:ind w:left="138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7493B" w14:textId="77777777" w:rsidR="005533AA" w:rsidRPr="00A07A54" w:rsidRDefault="005533AA" w:rsidP="00513AE0">
            <w:pPr>
              <w:spacing w:after="120" w:line="276" w:lineRule="auto"/>
              <w:ind w:left="277" w:right="136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131DA" w14:textId="77777777" w:rsidR="005533AA" w:rsidRPr="00A07A54" w:rsidRDefault="005533AA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5533AA" w:rsidRPr="00A07A54" w14:paraId="02693055" w14:textId="77777777" w:rsidTr="00513AE0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9704A" w14:textId="77777777" w:rsidR="005533AA" w:rsidRPr="00A07A54" w:rsidRDefault="005533AA" w:rsidP="00513AE0">
            <w:pPr>
              <w:spacing w:after="120" w:line="276" w:lineRule="auto"/>
              <w:ind w:left="138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57F01" w14:textId="77777777" w:rsidR="005533AA" w:rsidRPr="00A07A54" w:rsidRDefault="005533AA" w:rsidP="00513AE0">
            <w:pPr>
              <w:spacing w:after="120" w:line="276" w:lineRule="auto"/>
              <w:ind w:left="277" w:right="136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2513" w14:textId="77777777" w:rsidR="005533AA" w:rsidRPr="00A07A54" w:rsidRDefault="005533AA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5533AA" w:rsidRPr="00A07A54" w14:paraId="6C980D4E" w14:textId="77777777" w:rsidTr="00513AE0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FEC0C" w14:textId="77777777" w:rsidR="005533AA" w:rsidRPr="00A07A54" w:rsidRDefault="005533AA" w:rsidP="00513AE0">
            <w:pPr>
              <w:spacing w:after="120" w:line="276" w:lineRule="auto"/>
              <w:ind w:left="138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F4090" w14:textId="77777777" w:rsidR="005533AA" w:rsidRPr="00A07A54" w:rsidRDefault="005533AA" w:rsidP="00513AE0">
            <w:pPr>
              <w:spacing w:after="120" w:line="276" w:lineRule="auto"/>
              <w:ind w:left="277" w:right="136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C8144" w14:textId="77777777" w:rsidR="005533AA" w:rsidRPr="00A07A54" w:rsidRDefault="005533AA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0435011" w14:textId="77777777" w:rsidR="005533AA" w:rsidRDefault="005533AA" w:rsidP="005533AA">
      <w:pPr>
        <w:spacing w:after="0"/>
        <w:rPr>
          <w:lang w:eastAsia="cs-CZ"/>
        </w:rPr>
      </w:pPr>
    </w:p>
    <w:p w14:paraId="516350DA" w14:textId="00D6FC3B" w:rsidR="005533AA" w:rsidRPr="00795C8D" w:rsidRDefault="005533AA" w:rsidP="0083665B">
      <w:pPr>
        <w:pStyle w:val="Nadpis3"/>
        <w:spacing w:after="0"/>
        <w:jc w:val="both"/>
        <w:rPr>
          <w:b/>
          <w:bCs/>
        </w:rPr>
      </w:pPr>
      <w:r>
        <w:rPr>
          <w:u w:val="single"/>
        </w:rPr>
        <w:t>Nejvyšší dosažené vzdělání</w:t>
      </w:r>
      <w:r>
        <w:t xml:space="preserve"> </w:t>
      </w:r>
      <w:r w:rsidRPr="00795C8D">
        <w:rPr>
          <w:b/>
          <w:bCs/>
          <w:highlight w:val="yellow"/>
        </w:rPr>
        <w:t>[</w:t>
      </w:r>
      <w:r w:rsidRPr="00863356">
        <w:rPr>
          <w:b/>
          <w:bCs/>
          <w:highlight w:val="yellow"/>
        </w:rPr>
        <w:t>DOPLNÍ DODAVATEL (bakalářské / magisterské / doktorské</w:t>
      </w:r>
      <w:r w:rsidR="00562DD7">
        <w:rPr>
          <w:b/>
          <w:bCs/>
          <w:highlight w:val="yellow"/>
        </w:rPr>
        <w:t>)</w:t>
      </w:r>
      <w:r w:rsidRPr="00863356">
        <w:rPr>
          <w:b/>
          <w:bCs/>
          <w:highlight w:val="yellow"/>
        </w:rPr>
        <w:t>]</w:t>
      </w:r>
      <w:r w:rsidRPr="00254951">
        <w:t xml:space="preserve">, v oboru </w:t>
      </w:r>
      <w:r w:rsidRPr="00795C8D">
        <w:rPr>
          <w:b/>
          <w:bCs/>
          <w:highlight w:val="yellow"/>
        </w:rPr>
        <w:t>[DOPLNÍ DODAVATEL]</w:t>
      </w:r>
      <w:r>
        <w:t>, v</w:t>
      </w:r>
      <w:r w:rsidRPr="00254951">
        <w:t>ysok</w:t>
      </w:r>
      <w:r>
        <w:t>á</w:t>
      </w:r>
      <w:r w:rsidRPr="00254951">
        <w:t xml:space="preserve"> škol</w:t>
      </w:r>
      <w:r>
        <w:t xml:space="preserve">a </w:t>
      </w:r>
      <w:r w:rsidRPr="00795C8D">
        <w:rPr>
          <w:b/>
          <w:bCs/>
          <w:highlight w:val="yellow"/>
        </w:rPr>
        <w:t>[DOPLNÍ DODAVATEL]</w:t>
      </w:r>
    </w:p>
    <w:p w14:paraId="6A218945" w14:textId="77777777" w:rsidR="005533AA" w:rsidRPr="008C74F9" w:rsidRDefault="005533AA" w:rsidP="005533AA">
      <w:pPr>
        <w:spacing w:after="0"/>
        <w:ind w:left="567"/>
        <w:rPr>
          <w:lang w:eastAsia="cs-CZ"/>
        </w:rPr>
      </w:pPr>
    </w:p>
    <w:p w14:paraId="239C003F" w14:textId="77777777" w:rsidR="005533AA" w:rsidRPr="0076612A" w:rsidRDefault="005533AA" w:rsidP="005533AA">
      <w:pPr>
        <w:pStyle w:val="Nadpis3"/>
      </w:pPr>
      <w:r w:rsidRPr="008E7915">
        <w:rPr>
          <w:u w:val="single"/>
        </w:rPr>
        <w:t xml:space="preserve">Zkušenosti </w:t>
      </w:r>
      <w:r>
        <w:rPr>
          <w:u w:val="single"/>
        </w:rPr>
        <w:t xml:space="preserve">člena týmu </w:t>
      </w:r>
      <w:r w:rsidRPr="008E7915">
        <w:rPr>
          <w:u w:val="single"/>
        </w:rPr>
        <w:t>pro účely hodnocení</w:t>
      </w:r>
      <w:r w:rsidRPr="00795C8D">
        <w:t xml:space="preserve"> podle </w:t>
      </w:r>
      <w:r>
        <w:t>článku</w:t>
      </w:r>
      <w:r w:rsidRPr="00795C8D">
        <w:t xml:space="preserve"> </w:t>
      </w:r>
      <w:r>
        <w:t>16.1.1 Výzvy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5533AA" w:rsidRPr="00F26CA7" w14:paraId="791128E6" w14:textId="77777777" w:rsidTr="00513AE0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32C2451B" w14:textId="093CEB0E" w:rsidR="005533AA" w:rsidRPr="00F26CA7" w:rsidRDefault="005533AA" w:rsidP="00513AE0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Název </w:t>
            </w:r>
            <w:r w:rsidR="002A4DBC" w:rsidRPr="002A4DBC">
              <w:rPr>
                <w:rFonts w:ascii="Verdana" w:eastAsia="Calibri" w:hAnsi="Verdana" w:cs="Times New Roman"/>
                <w:b/>
              </w:rPr>
              <w:t>konkrétního projektu PPP a jeho popis</w:t>
            </w:r>
            <w:r w:rsidR="002A4DBC" w:rsidRPr="002A4DBC" w:rsidDel="002A4DBC">
              <w:rPr>
                <w:rFonts w:ascii="Verdana" w:eastAsia="Calibri" w:hAnsi="Verdana" w:cs="Times New Roman"/>
                <w:b/>
              </w:rPr>
              <w:t xml:space="preserve"> </w:t>
            </w:r>
            <w:r w:rsidRPr="00F26CA7">
              <w:rPr>
                <w:rFonts w:ascii="Verdana" w:eastAsia="Calibri" w:hAnsi="Verdana" w:cs="Times New Roman"/>
              </w:rPr>
              <w:t>(odpovídající bodu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="00E55280">
              <w:rPr>
                <w:rFonts w:ascii="Verdana" w:eastAsia="Calibri" w:hAnsi="Verdana" w:cs="Times New Roman"/>
              </w:rPr>
              <w:t>3</w:t>
            </w:r>
            <w:r>
              <w:rPr>
                <w:rFonts w:ascii="Verdana" w:eastAsia="Calibri" w:hAnsi="Verdana" w:cs="Times New Roman"/>
              </w:rPr>
              <w:t>. článku 16.1.1 Výzvy</w:t>
            </w:r>
            <w:r w:rsidRPr="00F26CA7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vč. místa plnění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1E1FCF1" w14:textId="77777777" w:rsidR="005533AA" w:rsidRPr="00F26CA7" w:rsidRDefault="005533AA" w:rsidP="00513AE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>Objednatel</w:t>
            </w:r>
            <w:r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35B1851D" w14:textId="77777777" w:rsidR="005533AA" w:rsidRPr="00F26CA7" w:rsidRDefault="005533AA" w:rsidP="00513AE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Cs/>
              </w:rPr>
              <w:t>Vč. uvedení kontaktních údajů</w:t>
            </w:r>
            <w:r>
              <w:rPr>
                <w:rFonts w:ascii="Verdana" w:eastAsia="Calibri" w:hAnsi="Verdana" w:cs="Times New Roman"/>
                <w:bCs/>
              </w:rPr>
              <w:t xml:space="preserve">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764C8206" w14:textId="71C09887" w:rsidR="005533AA" w:rsidRPr="00F26CA7" w:rsidRDefault="005533AA" w:rsidP="00513AE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Popis činnosti člena týmu </w:t>
            </w:r>
            <w:r>
              <w:rPr>
                <w:rFonts w:ascii="Verdana" w:eastAsia="Calibri" w:hAnsi="Verdana" w:cs="Times New Roman"/>
                <w:b/>
              </w:rPr>
              <w:t xml:space="preserve">v rámci zkušenosti </w:t>
            </w:r>
            <w:r w:rsidRPr="00F26CA7">
              <w:rPr>
                <w:rFonts w:ascii="Verdana" w:eastAsia="Calibri" w:hAnsi="Verdana" w:cs="Times New Roman"/>
                <w:bCs/>
              </w:rPr>
              <w:t>(</w:t>
            </w:r>
            <w:r w:rsidRPr="00AD2B1D">
              <w:rPr>
                <w:rFonts w:ascii="Verdana" w:eastAsia="Calibri" w:hAnsi="Verdana" w:cs="Times New Roman"/>
                <w:bCs/>
              </w:rPr>
              <w:t xml:space="preserve">odpovídající bodu </w:t>
            </w:r>
            <w:r w:rsidR="00E55280">
              <w:rPr>
                <w:rFonts w:ascii="Verdana" w:eastAsia="Calibri" w:hAnsi="Verdana" w:cs="Times New Roman"/>
                <w:bCs/>
              </w:rPr>
              <w:t>3</w:t>
            </w:r>
            <w:r w:rsidRPr="00AD2B1D">
              <w:rPr>
                <w:rFonts w:ascii="Verdana" w:eastAsia="Calibri" w:hAnsi="Verdana" w:cs="Times New Roman"/>
                <w:bCs/>
              </w:rPr>
              <w:t>. článku 16.1.1 Výzvy</w:t>
            </w:r>
            <w:r w:rsidRPr="00F26CA7">
              <w:rPr>
                <w:rFonts w:ascii="Verdana" w:eastAsia="Calibri" w:hAnsi="Verdana" w:cs="Times New Roman"/>
                <w:bCs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0250DDF" w14:textId="77777777" w:rsidR="005533AA" w:rsidRPr="00F26CA7" w:rsidRDefault="005533AA" w:rsidP="00513AE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Doba realizace </w:t>
            </w:r>
            <w:r>
              <w:rPr>
                <w:rFonts w:ascii="Verdana" w:eastAsia="Calibri" w:hAnsi="Verdana" w:cs="Times New Roman"/>
                <w:b/>
              </w:rPr>
              <w:t>zkušenosti členem týmu</w:t>
            </w:r>
          </w:p>
          <w:p w14:paraId="58922137" w14:textId="77777777" w:rsidR="005533AA" w:rsidRPr="00F26CA7" w:rsidRDefault="005533AA" w:rsidP="00513AE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863CE7">
              <w:rPr>
                <w:rFonts w:ascii="Verdana" w:eastAsia="Calibri" w:hAnsi="Verdana" w:cs="Times New Roman"/>
                <w:bCs/>
              </w:rPr>
              <w:t>od (měsíc/rok) do (měsíc/rok) včetně</w:t>
            </w:r>
          </w:p>
        </w:tc>
      </w:tr>
      <w:tr w:rsidR="005533AA" w:rsidRPr="00F26CA7" w14:paraId="47D91EC0" w14:textId="77777777" w:rsidTr="00513AE0">
        <w:trPr>
          <w:trHeight w:val="913"/>
        </w:trPr>
        <w:tc>
          <w:tcPr>
            <w:tcW w:w="2127" w:type="dxa"/>
            <w:shd w:val="clear" w:color="auto" w:fill="auto"/>
          </w:tcPr>
          <w:p w14:paraId="225AEB4E" w14:textId="77777777" w:rsidR="005533AA" w:rsidRPr="00F26CA7" w:rsidRDefault="005533AA" w:rsidP="00513AE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1501CA9B" w14:textId="77777777" w:rsidR="005533AA" w:rsidRPr="00F26CA7" w:rsidRDefault="005533AA" w:rsidP="00513AE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00C669CA" w14:textId="77777777" w:rsidR="005533AA" w:rsidRPr="00F26CA7" w:rsidRDefault="005533AA" w:rsidP="00513AE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56D516D0" w14:textId="77777777" w:rsidR="005533AA" w:rsidRPr="00F26CA7" w:rsidRDefault="005533AA" w:rsidP="00513AE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5533AA" w:rsidRPr="00F26CA7" w14:paraId="54FA458F" w14:textId="77777777" w:rsidTr="00513AE0">
        <w:trPr>
          <w:trHeight w:val="827"/>
        </w:trPr>
        <w:tc>
          <w:tcPr>
            <w:tcW w:w="2127" w:type="dxa"/>
            <w:shd w:val="clear" w:color="auto" w:fill="auto"/>
          </w:tcPr>
          <w:p w14:paraId="6F7D9459" w14:textId="77777777" w:rsidR="005533AA" w:rsidRPr="00F26CA7" w:rsidRDefault="005533AA" w:rsidP="00513AE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3FB10A0D" w14:textId="77777777" w:rsidR="005533AA" w:rsidRPr="00F26CA7" w:rsidRDefault="005533AA" w:rsidP="00513AE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05DB67F9" w14:textId="77777777" w:rsidR="005533AA" w:rsidRPr="00F26CA7" w:rsidRDefault="005533AA" w:rsidP="00513AE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4D30675D" w14:textId="77777777" w:rsidR="005533AA" w:rsidRPr="00F26CA7" w:rsidRDefault="005533AA" w:rsidP="00513AE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5533AA" w:rsidRPr="00F26CA7" w14:paraId="16AB3DFD" w14:textId="77777777" w:rsidTr="00513AE0">
        <w:trPr>
          <w:trHeight w:val="827"/>
        </w:trPr>
        <w:tc>
          <w:tcPr>
            <w:tcW w:w="2127" w:type="dxa"/>
            <w:shd w:val="clear" w:color="auto" w:fill="auto"/>
          </w:tcPr>
          <w:p w14:paraId="204B5292" w14:textId="77777777" w:rsidR="005533AA" w:rsidRPr="00A07A54" w:rsidRDefault="005533A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04AB79CB" w14:textId="77777777" w:rsidR="005533AA" w:rsidRPr="00A07A54" w:rsidRDefault="005533A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416C108D" w14:textId="77777777" w:rsidR="005533AA" w:rsidRPr="00A07A54" w:rsidRDefault="005533A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69C3C6B7" w14:textId="77777777" w:rsidR="005533AA" w:rsidRPr="00A07A54" w:rsidRDefault="005533A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5533AA" w:rsidRPr="00F26CA7" w14:paraId="718B53D9" w14:textId="77777777" w:rsidTr="00513AE0">
        <w:trPr>
          <w:trHeight w:val="827"/>
        </w:trPr>
        <w:tc>
          <w:tcPr>
            <w:tcW w:w="2127" w:type="dxa"/>
            <w:shd w:val="clear" w:color="auto" w:fill="auto"/>
          </w:tcPr>
          <w:p w14:paraId="4275CEC7" w14:textId="77777777" w:rsidR="005533AA" w:rsidRPr="00A07A54" w:rsidRDefault="005533A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lastRenderedPageBreak/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3C8A8727" w14:textId="77777777" w:rsidR="005533AA" w:rsidRPr="00A07A54" w:rsidRDefault="005533A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296FBB5C" w14:textId="77777777" w:rsidR="005533AA" w:rsidRPr="00A07A54" w:rsidRDefault="005533A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E738A3E" w14:textId="77777777" w:rsidR="005533AA" w:rsidRPr="00A07A54" w:rsidRDefault="005533A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5533AA" w:rsidRPr="00F26CA7" w14:paraId="21AE10AB" w14:textId="77777777" w:rsidTr="00513AE0">
        <w:trPr>
          <w:trHeight w:val="827"/>
        </w:trPr>
        <w:tc>
          <w:tcPr>
            <w:tcW w:w="2127" w:type="dxa"/>
            <w:shd w:val="clear" w:color="auto" w:fill="auto"/>
          </w:tcPr>
          <w:p w14:paraId="091C982F" w14:textId="77777777" w:rsidR="005533AA" w:rsidRPr="00A07A54" w:rsidRDefault="005533A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2906E95D" w14:textId="77777777" w:rsidR="005533AA" w:rsidRPr="00A07A54" w:rsidRDefault="005533A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093367A9" w14:textId="77777777" w:rsidR="005533AA" w:rsidRPr="00A07A54" w:rsidRDefault="005533A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141C6DD4" w14:textId="77777777" w:rsidR="005533AA" w:rsidRPr="00A07A54" w:rsidRDefault="005533A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0972A1AD" w14:textId="77777777" w:rsidR="00754B44" w:rsidRDefault="00754B44" w:rsidP="00754B44">
      <w:p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     </w:t>
      </w:r>
    </w:p>
    <w:p w14:paraId="35B966D6" w14:textId="0A1BB96A" w:rsidR="00754B44" w:rsidRDefault="00754B44" w:rsidP="00754B44">
      <w:p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      </w:t>
      </w:r>
      <w:proofErr w:type="gramStart"/>
      <w:r>
        <w:rPr>
          <w:rFonts w:cstheme="minorHAnsi"/>
        </w:rPr>
        <w:t>3</w:t>
      </w:r>
      <w:r w:rsidRPr="008143BF">
        <w:rPr>
          <w:rFonts w:cstheme="minorHAnsi"/>
        </w:rPr>
        <w:t>.1</w:t>
      </w:r>
      <w:r>
        <w:rPr>
          <w:rFonts w:cstheme="minorHAnsi"/>
        </w:rPr>
        <w:t>1</w:t>
      </w:r>
      <w:proofErr w:type="gramEnd"/>
      <w:r w:rsidRPr="008143BF">
        <w:rPr>
          <w:rFonts w:cstheme="minorHAnsi"/>
        </w:rPr>
        <w:t>.</w:t>
      </w:r>
      <w:r w:rsidRPr="008143BF">
        <w:rPr>
          <w:rFonts w:cstheme="minorHAnsi"/>
        </w:rPr>
        <w:tab/>
      </w:r>
      <w:r>
        <w:rPr>
          <w:rFonts w:cstheme="minorHAnsi"/>
        </w:rPr>
        <w:t>S</w:t>
      </w:r>
      <w:r w:rsidRPr="008143BF">
        <w:rPr>
          <w:rFonts w:cstheme="minorHAnsi"/>
        </w:rPr>
        <w:t>chopnost odborné komunikace v českém nebo slovenském jazyce</w:t>
      </w:r>
    </w:p>
    <w:p w14:paraId="24AAE9B3" w14:textId="77777777" w:rsidR="00754B44" w:rsidRDefault="00754B44" w:rsidP="00754B44">
      <w:p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                    </w:t>
      </w:r>
      <w:r w:rsidRPr="008143BF">
        <w:rPr>
          <w:rFonts w:cstheme="minorHAnsi"/>
          <w:b/>
          <w:highlight w:val="yellow"/>
        </w:rPr>
        <w:t>ANO/NE</w:t>
      </w:r>
      <w:r>
        <w:rPr>
          <w:rFonts w:cstheme="minorHAnsi"/>
        </w:rPr>
        <w:t xml:space="preserve">     </w:t>
      </w:r>
      <w:r w:rsidRPr="008143BF">
        <w:rPr>
          <w:rFonts w:cstheme="minorHAnsi"/>
          <w:highlight w:val="yellow"/>
        </w:rPr>
        <w:t>nehodící se škrtněte</w:t>
      </w:r>
    </w:p>
    <w:p w14:paraId="4BD43638" w14:textId="6DADA770" w:rsidR="00754B44" w:rsidRDefault="00754B44" w:rsidP="00754B44">
      <w:p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      </w:t>
      </w:r>
      <w:r>
        <w:rPr>
          <w:rFonts w:cstheme="minorHAnsi"/>
        </w:rPr>
        <w:t>3</w:t>
      </w:r>
      <w:r>
        <w:rPr>
          <w:rFonts w:cstheme="minorHAnsi"/>
        </w:rPr>
        <w:t xml:space="preserve">.12       Pro </w:t>
      </w:r>
      <w:r w:rsidRPr="008143BF">
        <w:rPr>
          <w:rFonts w:cstheme="minorHAnsi"/>
        </w:rPr>
        <w:t>odborn</w:t>
      </w:r>
      <w:r>
        <w:rPr>
          <w:rFonts w:cstheme="minorHAnsi"/>
        </w:rPr>
        <w:t>ou</w:t>
      </w:r>
      <w:r w:rsidRPr="008143BF">
        <w:rPr>
          <w:rFonts w:cstheme="minorHAnsi"/>
        </w:rPr>
        <w:t xml:space="preserve"> k</w:t>
      </w:r>
      <w:r>
        <w:rPr>
          <w:rFonts w:cstheme="minorHAnsi"/>
        </w:rPr>
        <w:t xml:space="preserve">omunikaci </w:t>
      </w:r>
      <w:r w:rsidRPr="008143BF">
        <w:rPr>
          <w:rFonts w:cstheme="minorHAnsi"/>
        </w:rPr>
        <w:t>v českém nebo slovenském jazyce</w:t>
      </w:r>
      <w:r>
        <w:rPr>
          <w:rFonts w:cstheme="minorHAnsi"/>
        </w:rPr>
        <w:t xml:space="preserve"> nutný tlumočník</w:t>
      </w:r>
    </w:p>
    <w:p w14:paraId="2730D30B" w14:textId="77777777" w:rsidR="00754B44" w:rsidRDefault="00754B44" w:rsidP="00754B44">
      <w:p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                    </w:t>
      </w:r>
      <w:r w:rsidRPr="008143BF">
        <w:rPr>
          <w:rFonts w:cstheme="minorHAnsi"/>
          <w:b/>
          <w:highlight w:val="yellow"/>
        </w:rPr>
        <w:t>ANO/NE</w:t>
      </w:r>
      <w:r>
        <w:rPr>
          <w:rFonts w:cstheme="minorHAnsi"/>
        </w:rPr>
        <w:t xml:space="preserve">    </w:t>
      </w:r>
      <w:r w:rsidRPr="008143BF">
        <w:rPr>
          <w:rFonts w:cstheme="minorHAnsi"/>
          <w:highlight w:val="yellow"/>
        </w:rPr>
        <w:t>nehodící se škrtněte</w:t>
      </w:r>
    </w:p>
    <w:p w14:paraId="011A03EC" w14:textId="77777777" w:rsidR="00754B44" w:rsidRDefault="00754B44" w:rsidP="005533AA">
      <w:pPr>
        <w:spacing w:after="120" w:line="276" w:lineRule="auto"/>
        <w:ind w:left="567" w:hanging="425"/>
        <w:rPr>
          <w:rFonts w:cstheme="minorHAnsi"/>
        </w:rPr>
      </w:pPr>
    </w:p>
    <w:p w14:paraId="0A98410D" w14:textId="7C4CE8C6" w:rsidR="009A5D7A" w:rsidRPr="003E31B8" w:rsidRDefault="009A5D7A" w:rsidP="009A5D7A">
      <w:pPr>
        <w:pStyle w:val="Nadpis2"/>
        <w:rPr>
          <w:sz w:val="22"/>
          <w:szCs w:val="22"/>
        </w:rPr>
      </w:pPr>
      <w:r w:rsidRPr="003E31B8">
        <w:rPr>
          <w:sz w:val="22"/>
          <w:szCs w:val="22"/>
        </w:rPr>
        <w:t xml:space="preserve">Funkce: </w:t>
      </w:r>
      <w:r w:rsidR="00866360" w:rsidRPr="00866360">
        <w:rPr>
          <w:sz w:val="22"/>
          <w:szCs w:val="22"/>
          <w:u w:val="single"/>
        </w:rPr>
        <w:t>Technický poradce</w:t>
      </w:r>
    </w:p>
    <w:p w14:paraId="0E0434D1" w14:textId="77777777" w:rsidR="009A5D7A" w:rsidRDefault="009A5D7A" w:rsidP="009A5D7A">
      <w:pPr>
        <w:pStyle w:val="Nadpis3"/>
        <w:rPr>
          <w:b/>
          <w:bCs/>
        </w:rPr>
      </w:pPr>
      <w:r w:rsidRPr="004F79AD">
        <w:t>Příjmení</w:t>
      </w:r>
      <w:r>
        <w:t xml:space="preserve"> (titul)</w:t>
      </w:r>
      <w:r w:rsidRPr="004F79AD">
        <w:t>:</w:t>
      </w:r>
      <w:r w:rsidRPr="004F79AD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 w:rsidRPr="004F79AD">
        <w:rPr>
          <w:b/>
          <w:bCs/>
          <w:highlight w:val="yellow"/>
        </w:rPr>
        <w:t>[DOPLNÍ DODAVATEL]</w:t>
      </w:r>
    </w:p>
    <w:p w14:paraId="526AE607" w14:textId="77777777" w:rsidR="009A5D7A" w:rsidRDefault="009A5D7A" w:rsidP="009A5D7A">
      <w:pPr>
        <w:pStyle w:val="Nadpis3"/>
        <w:rPr>
          <w:b/>
          <w:bCs/>
        </w:rPr>
      </w:pPr>
      <w:r w:rsidRPr="00A07A54">
        <w:t xml:space="preserve">Jméno: </w:t>
      </w:r>
      <w:r>
        <w:tab/>
      </w:r>
      <w:r>
        <w:tab/>
      </w:r>
      <w:r>
        <w:tab/>
      </w:r>
      <w:r w:rsidRPr="00A07A54">
        <w:rPr>
          <w:b/>
          <w:bCs/>
          <w:highlight w:val="yellow"/>
        </w:rPr>
        <w:t>[DOPLNÍ DODAVATEL]</w:t>
      </w:r>
    </w:p>
    <w:p w14:paraId="6A078BE8" w14:textId="77777777" w:rsidR="009A5D7A" w:rsidRDefault="009A5D7A" w:rsidP="009A5D7A">
      <w:pPr>
        <w:pStyle w:val="Nadpis3"/>
        <w:rPr>
          <w:b/>
          <w:bCs/>
        </w:rPr>
      </w:pPr>
      <w:r w:rsidRPr="00A07A54">
        <w:t xml:space="preserve">Datum narození: </w:t>
      </w:r>
      <w:r>
        <w:tab/>
      </w:r>
      <w:r>
        <w:tab/>
      </w:r>
      <w:r w:rsidRPr="00A07A54">
        <w:rPr>
          <w:b/>
          <w:bCs/>
          <w:highlight w:val="yellow"/>
        </w:rPr>
        <w:t>[DOPLNÍ DODAVATEL]</w:t>
      </w:r>
    </w:p>
    <w:p w14:paraId="3E8F3CAA" w14:textId="77777777" w:rsidR="009A5D7A" w:rsidRPr="00C4779A" w:rsidRDefault="009A5D7A" w:rsidP="009A5D7A">
      <w:pPr>
        <w:pStyle w:val="Nadpis3"/>
      </w:pPr>
      <w:r w:rsidRPr="00495B32">
        <w:t>Kontaktní adresa</w:t>
      </w:r>
      <w:r>
        <w:t>:</w:t>
      </w:r>
      <w:r>
        <w:tab/>
      </w:r>
      <w:r>
        <w:tab/>
      </w:r>
      <w:r w:rsidRPr="00A07A54">
        <w:rPr>
          <w:b/>
          <w:bCs/>
          <w:highlight w:val="yellow"/>
        </w:rPr>
        <w:t>[DOPLNÍ DODAVATEL]</w:t>
      </w:r>
    </w:p>
    <w:p w14:paraId="1817297D" w14:textId="77777777" w:rsidR="009A5D7A" w:rsidRPr="008C74F9" w:rsidRDefault="009A5D7A" w:rsidP="009A5D7A">
      <w:pPr>
        <w:pStyle w:val="Nadpis3"/>
      </w:pPr>
      <w:r>
        <w:t>Tel. / e-mail:</w:t>
      </w:r>
      <w:r>
        <w:tab/>
      </w:r>
      <w:r>
        <w:tab/>
      </w:r>
      <w:r w:rsidRPr="00A07A54">
        <w:rPr>
          <w:b/>
          <w:bCs/>
          <w:highlight w:val="yellow"/>
        </w:rPr>
        <w:t>[DOPLNÍ DODAVATEL]</w:t>
      </w:r>
    </w:p>
    <w:p w14:paraId="4B9F712F" w14:textId="77777777" w:rsidR="009A5D7A" w:rsidRDefault="009A5D7A" w:rsidP="009A5D7A">
      <w:pPr>
        <w:pStyle w:val="Nadpis3"/>
        <w:spacing w:after="0"/>
        <w:rPr>
          <w:b/>
          <w:bCs/>
        </w:rPr>
      </w:pPr>
      <w:r w:rsidRPr="00F26CA7">
        <w:rPr>
          <w:rFonts w:ascii="Verdana" w:eastAsia="Calibri" w:hAnsi="Verdana" w:cs="Times New Roman"/>
        </w:rPr>
        <w:t>Vztah k</w:t>
      </w:r>
      <w:r>
        <w:rPr>
          <w:rFonts w:ascii="Verdana" w:eastAsia="Calibri" w:hAnsi="Verdana" w:cs="Times New Roman"/>
        </w:rPr>
        <w:t> </w:t>
      </w:r>
      <w:r w:rsidRPr="00F26CA7">
        <w:rPr>
          <w:rFonts w:ascii="Verdana" w:eastAsia="Calibri" w:hAnsi="Verdana" w:cs="Times New Roman"/>
        </w:rPr>
        <w:t>dodavateli</w:t>
      </w:r>
      <w:r>
        <w:rPr>
          <w:rFonts w:ascii="Verdana" w:eastAsia="Calibri" w:hAnsi="Verdana" w:cs="Times New Roman"/>
        </w:rPr>
        <w:t>:</w:t>
      </w:r>
      <w:r>
        <w:rPr>
          <w:rFonts w:ascii="Verdana" w:eastAsia="Calibri" w:hAnsi="Verdana" w:cs="Times New Roman"/>
        </w:rPr>
        <w:tab/>
      </w:r>
      <w:r w:rsidRPr="00A07A54">
        <w:rPr>
          <w:b/>
          <w:bCs/>
          <w:highlight w:val="yellow"/>
        </w:rPr>
        <w:t>[DOPLNÍ DODAVATEL]</w:t>
      </w:r>
      <w:r>
        <w:rPr>
          <w:b/>
          <w:bCs/>
        </w:rPr>
        <w:t xml:space="preserve"> </w:t>
      </w:r>
    </w:p>
    <w:p w14:paraId="3EC5EA92" w14:textId="77777777" w:rsidR="009A5D7A" w:rsidRPr="00195202" w:rsidRDefault="009A5D7A" w:rsidP="009A5D7A">
      <w:pPr>
        <w:ind w:left="1134"/>
        <w:rPr>
          <w:lang w:eastAsia="cs-CZ"/>
        </w:rPr>
      </w:pPr>
      <w:r w:rsidRPr="00195202">
        <w:rPr>
          <w:lang w:eastAsia="cs-CZ"/>
        </w:rPr>
        <w:t>(pracovněprávní, člen statutárního orgánu</w:t>
      </w:r>
      <w:r>
        <w:rPr>
          <w:lang w:eastAsia="cs-CZ"/>
        </w:rPr>
        <w:t>, subdodavatel</w:t>
      </w:r>
      <w:r w:rsidRPr="00195202">
        <w:rPr>
          <w:lang w:eastAsia="cs-CZ"/>
        </w:rPr>
        <w:t xml:space="preserve"> </w:t>
      </w:r>
      <w:r>
        <w:rPr>
          <w:lang w:eastAsia="cs-CZ"/>
        </w:rPr>
        <w:t xml:space="preserve">či zaměstnanec subdodavatele </w:t>
      </w:r>
      <w:r w:rsidRPr="00195202">
        <w:rPr>
          <w:lang w:eastAsia="cs-CZ"/>
        </w:rPr>
        <w:t>apod</w:t>
      </w:r>
      <w:r>
        <w:rPr>
          <w:lang w:eastAsia="cs-CZ"/>
        </w:rPr>
        <w:t>.)</w:t>
      </w:r>
    </w:p>
    <w:p w14:paraId="49C4BC5A" w14:textId="7709EAC8" w:rsidR="009A5D7A" w:rsidRDefault="00517507" w:rsidP="009A5D7A">
      <w:pPr>
        <w:pStyle w:val="Nadpis3"/>
        <w:jc w:val="both"/>
        <w:rPr>
          <w:b/>
          <w:bCs/>
        </w:rPr>
      </w:pPr>
      <w:r>
        <w:rPr>
          <w:u w:val="single"/>
        </w:rPr>
        <w:t>P</w:t>
      </w:r>
      <w:r w:rsidRPr="00517507">
        <w:rPr>
          <w:u w:val="single"/>
        </w:rPr>
        <w:t>oskytování poradenských a konzultačních služeb v oblasti železničních infrastrukturních projektů</w:t>
      </w:r>
      <w:r w:rsidR="009A5D7A">
        <w:t xml:space="preserve"> – </w:t>
      </w:r>
      <w:r w:rsidR="009A5D7A" w:rsidRPr="00E83DFC">
        <w:t>Roky odborné praxe</w:t>
      </w:r>
      <w:r w:rsidR="00111941">
        <w:t>:</w:t>
      </w:r>
      <w:r w:rsidR="009A5D7A">
        <w:t xml:space="preserve"> </w:t>
      </w:r>
      <w:r w:rsidR="009A5D7A" w:rsidRPr="00A07A54">
        <w:rPr>
          <w:b/>
          <w:bCs/>
          <w:highlight w:val="yellow"/>
        </w:rPr>
        <w:t>[DOPLNÍ DODAVATEL]</w:t>
      </w:r>
    </w:p>
    <w:tbl>
      <w:tblPr>
        <w:tblW w:w="8080" w:type="dxa"/>
        <w:tblInd w:w="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3402"/>
        <w:gridCol w:w="2126"/>
      </w:tblGrid>
      <w:tr w:rsidR="009A5D7A" w:rsidRPr="00A07A54" w14:paraId="782B25CE" w14:textId="77777777" w:rsidTr="00513AE0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B7AB651" w14:textId="77777777" w:rsidR="009A5D7A" w:rsidRPr="00131034" w:rsidRDefault="009A5D7A" w:rsidP="00513AE0">
            <w:pPr>
              <w:spacing w:after="120" w:line="276" w:lineRule="auto"/>
              <w:ind w:left="138"/>
              <w:rPr>
                <w:rFonts w:cstheme="minorHAnsi"/>
                <w:b/>
                <w:bCs/>
                <w:iCs/>
              </w:rPr>
            </w:pPr>
            <w:r w:rsidRPr="00131034">
              <w:rPr>
                <w:rFonts w:cstheme="minorHAnsi"/>
                <w:b/>
                <w:bCs/>
                <w:iCs/>
              </w:rPr>
              <w:t>Zaměstnavatel</w:t>
            </w:r>
            <w:r w:rsidRPr="006B7256">
              <w:rPr>
                <w:rFonts w:cstheme="minorHAnsi"/>
                <w:iCs/>
              </w:rPr>
              <w:t xml:space="preserve"> (obch. firma/název a sídlo) / OSVČ + </w:t>
            </w:r>
            <w:r w:rsidRPr="00131034">
              <w:rPr>
                <w:rFonts w:cstheme="minorHAnsi"/>
                <w:b/>
                <w:bCs/>
                <w:iCs/>
              </w:rPr>
              <w:t>Místo výkonu praxe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DB1114D" w14:textId="77777777" w:rsidR="009A5D7A" w:rsidRPr="00131034" w:rsidRDefault="009A5D7A" w:rsidP="00513AE0">
            <w:pPr>
              <w:spacing w:after="120" w:line="276" w:lineRule="auto"/>
              <w:ind w:left="277" w:right="136"/>
              <w:rPr>
                <w:rFonts w:cstheme="minorHAnsi"/>
                <w:b/>
                <w:bCs/>
              </w:rPr>
            </w:pPr>
            <w:r w:rsidRPr="00131034">
              <w:rPr>
                <w:rFonts w:cstheme="minorHAnsi"/>
                <w:b/>
                <w:bCs/>
              </w:rPr>
              <w:t>Funkce/pracovní pozice</w:t>
            </w:r>
            <w:r>
              <w:rPr>
                <w:rFonts w:cstheme="minorHAnsi"/>
                <w:b/>
                <w:bCs/>
              </w:rPr>
              <w:t xml:space="preserve"> + </w:t>
            </w:r>
            <w:r w:rsidRPr="00131034">
              <w:rPr>
                <w:rFonts w:cstheme="minorHAnsi"/>
                <w:b/>
                <w:bCs/>
              </w:rPr>
              <w:t>Popis pracovních činností/náplň praxe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CF18294" w14:textId="77777777" w:rsidR="009A5D7A" w:rsidRPr="00131034" w:rsidRDefault="009A5D7A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</w:rPr>
            </w:pPr>
            <w:r w:rsidRPr="00131034">
              <w:rPr>
                <w:rFonts w:cstheme="minorHAnsi"/>
                <w:b/>
                <w:bCs/>
              </w:rPr>
              <w:t xml:space="preserve">Délka praxe </w:t>
            </w:r>
            <w:r w:rsidRPr="006B7256">
              <w:rPr>
                <w:rFonts w:cstheme="minorHAnsi"/>
              </w:rPr>
              <w:t>od (měsíc/rok) do (měsíc/rok) včetně</w:t>
            </w:r>
          </w:p>
        </w:tc>
      </w:tr>
      <w:tr w:rsidR="009A5D7A" w:rsidRPr="00A07A54" w14:paraId="7F18873B" w14:textId="77777777" w:rsidTr="00513AE0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638F6" w14:textId="77777777" w:rsidR="009A5D7A" w:rsidRPr="00A07A54" w:rsidRDefault="009A5D7A" w:rsidP="00513AE0">
            <w:pPr>
              <w:spacing w:after="120" w:line="276" w:lineRule="auto"/>
              <w:ind w:left="138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40936" w14:textId="77777777" w:rsidR="009A5D7A" w:rsidRPr="00A07A54" w:rsidRDefault="009A5D7A" w:rsidP="00513AE0">
            <w:pPr>
              <w:spacing w:after="120" w:line="276" w:lineRule="auto"/>
              <w:ind w:left="277" w:right="136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24047" w14:textId="77777777" w:rsidR="009A5D7A" w:rsidRPr="00A07A54" w:rsidRDefault="009A5D7A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A5D7A" w:rsidRPr="00A07A54" w14:paraId="40F367F0" w14:textId="77777777" w:rsidTr="00513AE0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8DF69" w14:textId="77777777" w:rsidR="009A5D7A" w:rsidRPr="00A07A54" w:rsidRDefault="009A5D7A" w:rsidP="00513AE0">
            <w:pPr>
              <w:spacing w:after="120" w:line="276" w:lineRule="auto"/>
              <w:ind w:left="138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FBE72" w14:textId="77777777" w:rsidR="009A5D7A" w:rsidRPr="00A07A54" w:rsidRDefault="009A5D7A" w:rsidP="00513AE0">
            <w:pPr>
              <w:spacing w:after="120" w:line="276" w:lineRule="auto"/>
              <w:ind w:left="277" w:right="136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A0CA2" w14:textId="77777777" w:rsidR="009A5D7A" w:rsidRPr="00A07A54" w:rsidRDefault="009A5D7A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A5D7A" w:rsidRPr="00A07A54" w14:paraId="78DF48FD" w14:textId="77777777" w:rsidTr="00513AE0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27CC" w14:textId="77777777" w:rsidR="009A5D7A" w:rsidRPr="00A07A54" w:rsidRDefault="009A5D7A" w:rsidP="00513AE0">
            <w:pPr>
              <w:spacing w:after="120" w:line="276" w:lineRule="auto"/>
              <w:ind w:left="138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E8D22" w14:textId="77777777" w:rsidR="009A5D7A" w:rsidRPr="00A07A54" w:rsidRDefault="009A5D7A" w:rsidP="00513AE0">
            <w:pPr>
              <w:spacing w:after="120" w:line="276" w:lineRule="auto"/>
              <w:ind w:left="277" w:right="136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92AE4" w14:textId="77777777" w:rsidR="009A5D7A" w:rsidRPr="00A07A54" w:rsidRDefault="009A5D7A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8FFFBC9" w14:textId="77777777" w:rsidR="009A5D7A" w:rsidRDefault="009A5D7A" w:rsidP="009A5D7A">
      <w:pPr>
        <w:spacing w:after="0"/>
        <w:rPr>
          <w:lang w:eastAsia="cs-CZ"/>
        </w:rPr>
      </w:pPr>
    </w:p>
    <w:p w14:paraId="7F6B1AD1" w14:textId="63BF4602" w:rsidR="009A5D7A" w:rsidRPr="006B7256" w:rsidRDefault="00923CC5" w:rsidP="009A5D7A">
      <w:pPr>
        <w:pStyle w:val="Nadpis3"/>
        <w:jc w:val="both"/>
        <w:rPr>
          <w:b/>
          <w:bCs/>
        </w:rPr>
      </w:pPr>
      <w:r>
        <w:rPr>
          <w:u w:val="single"/>
        </w:rPr>
        <w:t>P</w:t>
      </w:r>
      <w:r w:rsidRPr="00923CC5">
        <w:rPr>
          <w:u w:val="single"/>
        </w:rPr>
        <w:t>oskytování technického poradenství v oblasti železničních infrastrukturních PPP projektů</w:t>
      </w:r>
      <w:r w:rsidR="009A5D7A">
        <w:t xml:space="preserve"> – </w:t>
      </w:r>
      <w:r w:rsidR="009A5D7A" w:rsidRPr="00E83DFC">
        <w:t>Roky odborné praxe</w:t>
      </w:r>
      <w:r w:rsidR="000142CD">
        <w:t>:</w:t>
      </w:r>
      <w:r w:rsidR="009A5D7A">
        <w:t xml:space="preserve"> </w:t>
      </w:r>
      <w:r w:rsidR="009A5D7A" w:rsidRPr="006B7256">
        <w:rPr>
          <w:b/>
          <w:bCs/>
          <w:highlight w:val="yellow"/>
        </w:rPr>
        <w:t>[DOPLNÍ DODAVATEL]</w:t>
      </w:r>
    </w:p>
    <w:tbl>
      <w:tblPr>
        <w:tblW w:w="8080" w:type="dxa"/>
        <w:tblInd w:w="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3402"/>
        <w:gridCol w:w="2126"/>
      </w:tblGrid>
      <w:tr w:rsidR="009A5D7A" w:rsidRPr="00A07A54" w14:paraId="4C06FB1A" w14:textId="77777777" w:rsidTr="00513AE0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F0CB19" w14:textId="77777777" w:rsidR="009A5D7A" w:rsidRPr="00131034" w:rsidRDefault="009A5D7A" w:rsidP="00513AE0">
            <w:pPr>
              <w:spacing w:after="120" w:line="276" w:lineRule="auto"/>
              <w:ind w:left="138"/>
              <w:rPr>
                <w:rFonts w:cstheme="minorHAnsi"/>
                <w:b/>
                <w:bCs/>
                <w:iCs/>
              </w:rPr>
            </w:pPr>
            <w:r w:rsidRPr="00131034">
              <w:rPr>
                <w:rFonts w:cstheme="minorHAnsi"/>
                <w:b/>
                <w:bCs/>
                <w:iCs/>
              </w:rPr>
              <w:t>Zaměstnavatel</w:t>
            </w:r>
            <w:r w:rsidRPr="006B7256">
              <w:rPr>
                <w:rFonts w:cstheme="minorHAnsi"/>
                <w:iCs/>
              </w:rPr>
              <w:t xml:space="preserve"> (obch. firma/název a sídlo) / OSVČ + </w:t>
            </w:r>
            <w:r w:rsidRPr="00131034">
              <w:rPr>
                <w:rFonts w:cstheme="minorHAnsi"/>
                <w:b/>
                <w:bCs/>
                <w:iCs/>
              </w:rPr>
              <w:t>Místo výkonu praxe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2AC4BA3" w14:textId="77777777" w:rsidR="009A5D7A" w:rsidRPr="00131034" w:rsidRDefault="009A5D7A" w:rsidP="00513AE0">
            <w:pPr>
              <w:spacing w:after="120" w:line="276" w:lineRule="auto"/>
              <w:ind w:left="277" w:right="136"/>
              <w:rPr>
                <w:rFonts w:cstheme="minorHAnsi"/>
                <w:b/>
                <w:bCs/>
              </w:rPr>
            </w:pPr>
            <w:r w:rsidRPr="00131034">
              <w:rPr>
                <w:rFonts w:cstheme="minorHAnsi"/>
                <w:b/>
                <w:bCs/>
              </w:rPr>
              <w:t>Funkce/pracovní pozice</w:t>
            </w:r>
            <w:r>
              <w:rPr>
                <w:rFonts w:cstheme="minorHAnsi"/>
                <w:b/>
                <w:bCs/>
              </w:rPr>
              <w:t xml:space="preserve"> + </w:t>
            </w:r>
            <w:r w:rsidRPr="00131034">
              <w:rPr>
                <w:rFonts w:cstheme="minorHAnsi"/>
                <w:b/>
                <w:bCs/>
              </w:rPr>
              <w:t>Popis pracovních činností/náplň praxe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6DE5F9D" w14:textId="77777777" w:rsidR="009A5D7A" w:rsidRPr="00131034" w:rsidRDefault="009A5D7A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</w:rPr>
            </w:pPr>
            <w:r w:rsidRPr="00131034">
              <w:rPr>
                <w:rFonts w:cstheme="minorHAnsi"/>
                <w:b/>
                <w:bCs/>
              </w:rPr>
              <w:t xml:space="preserve">Délka praxe </w:t>
            </w:r>
            <w:r w:rsidRPr="006B7256">
              <w:rPr>
                <w:rFonts w:cstheme="minorHAnsi"/>
              </w:rPr>
              <w:t>od (měsíc/rok) do (měsíc/rok) včetně</w:t>
            </w:r>
          </w:p>
        </w:tc>
      </w:tr>
      <w:tr w:rsidR="009A5D7A" w:rsidRPr="00A07A54" w14:paraId="6DB49529" w14:textId="77777777" w:rsidTr="00513AE0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BF208" w14:textId="77777777" w:rsidR="009A5D7A" w:rsidRPr="00A07A54" w:rsidRDefault="009A5D7A" w:rsidP="00513AE0">
            <w:pPr>
              <w:spacing w:after="120" w:line="276" w:lineRule="auto"/>
              <w:ind w:left="138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0F1BB" w14:textId="77777777" w:rsidR="009A5D7A" w:rsidRPr="00A07A54" w:rsidRDefault="009A5D7A" w:rsidP="00513AE0">
            <w:pPr>
              <w:spacing w:after="120" w:line="276" w:lineRule="auto"/>
              <w:ind w:left="277" w:right="136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637B8" w14:textId="77777777" w:rsidR="009A5D7A" w:rsidRPr="00A07A54" w:rsidRDefault="009A5D7A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A5D7A" w:rsidRPr="00A07A54" w14:paraId="27F210D9" w14:textId="77777777" w:rsidTr="00513AE0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B47E5" w14:textId="77777777" w:rsidR="009A5D7A" w:rsidRPr="00A07A54" w:rsidRDefault="009A5D7A" w:rsidP="00513AE0">
            <w:pPr>
              <w:spacing w:after="120" w:line="276" w:lineRule="auto"/>
              <w:ind w:left="138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1FBB9" w14:textId="77777777" w:rsidR="009A5D7A" w:rsidRPr="00A07A54" w:rsidRDefault="009A5D7A" w:rsidP="00513AE0">
            <w:pPr>
              <w:spacing w:after="120" w:line="276" w:lineRule="auto"/>
              <w:ind w:left="277" w:right="136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2D8C0" w14:textId="77777777" w:rsidR="009A5D7A" w:rsidRPr="00A07A54" w:rsidRDefault="009A5D7A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A5D7A" w:rsidRPr="00A07A54" w14:paraId="364B9AC4" w14:textId="77777777" w:rsidTr="00513AE0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D192C" w14:textId="77777777" w:rsidR="009A5D7A" w:rsidRPr="00A07A54" w:rsidRDefault="009A5D7A" w:rsidP="00513AE0">
            <w:pPr>
              <w:spacing w:after="120" w:line="276" w:lineRule="auto"/>
              <w:ind w:left="138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lastRenderedPageBreak/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B5346" w14:textId="77777777" w:rsidR="009A5D7A" w:rsidRPr="00A07A54" w:rsidRDefault="009A5D7A" w:rsidP="00513AE0">
            <w:pPr>
              <w:spacing w:after="120" w:line="276" w:lineRule="auto"/>
              <w:ind w:left="277" w:right="136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6774E" w14:textId="77777777" w:rsidR="009A5D7A" w:rsidRPr="00A07A54" w:rsidRDefault="009A5D7A" w:rsidP="00513AE0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0D7D2A39" w14:textId="77777777" w:rsidR="009A5D7A" w:rsidRDefault="009A5D7A" w:rsidP="009A5D7A">
      <w:pPr>
        <w:spacing w:after="0"/>
        <w:rPr>
          <w:lang w:eastAsia="cs-CZ"/>
        </w:rPr>
      </w:pPr>
    </w:p>
    <w:p w14:paraId="15C97818" w14:textId="52971915" w:rsidR="009A5D7A" w:rsidRPr="00795C8D" w:rsidRDefault="009A5D7A" w:rsidP="009A5D7A">
      <w:pPr>
        <w:pStyle w:val="Nadpis3"/>
        <w:spacing w:after="0"/>
        <w:jc w:val="both"/>
        <w:rPr>
          <w:b/>
          <w:bCs/>
        </w:rPr>
      </w:pPr>
      <w:r>
        <w:rPr>
          <w:u w:val="single"/>
        </w:rPr>
        <w:t>Nejvyšší dosažené vzdělání</w:t>
      </w:r>
      <w:r>
        <w:t xml:space="preserve"> </w:t>
      </w:r>
      <w:r w:rsidRPr="00795C8D">
        <w:rPr>
          <w:b/>
          <w:bCs/>
          <w:highlight w:val="yellow"/>
        </w:rPr>
        <w:t>[</w:t>
      </w:r>
      <w:r w:rsidRPr="00863356">
        <w:rPr>
          <w:b/>
          <w:bCs/>
          <w:highlight w:val="yellow"/>
        </w:rPr>
        <w:t>DOPLNÍ DODAVATEL (bakalářské / magisterské / doktorské</w:t>
      </w:r>
      <w:r w:rsidR="00562DD7">
        <w:rPr>
          <w:b/>
          <w:bCs/>
          <w:highlight w:val="yellow"/>
        </w:rPr>
        <w:t>)</w:t>
      </w:r>
      <w:r w:rsidRPr="00863356">
        <w:rPr>
          <w:b/>
          <w:bCs/>
          <w:highlight w:val="yellow"/>
        </w:rPr>
        <w:t>]</w:t>
      </w:r>
      <w:r w:rsidRPr="00254951">
        <w:t xml:space="preserve">, v oboru </w:t>
      </w:r>
      <w:r w:rsidRPr="00795C8D">
        <w:rPr>
          <w:b/>
          <w:bCs/>
          <w:highlight w:val="yellow"/>
        </w:rPr>
        <w:t>[DOPLNÍ DODAVATEL]</w:t>
      </w:r>
      <w:r>
        <w:t>, v</w:t>
      </w:r>
      <w:r w:rsidRPr="00254951">
        <w:t>ysok</w:t>
      </w:r>
      <w:r>
        <w:t>á</w:t>
      </w:r>
      <w:r w:rsidRPr="00254951">
        <w:t xml:space="preserve"> škol</w:t>
      </w:r>
      <w:r>
        <w:t xml:space="preserve">a </w:t>
      </w:r>
      <w:r w:rsidRPr="00795C8D">
        <w:rPr>
          <w:b/>
          <w:bCs/>
          <w:highlight w:val="yellow"/>
        </w:rPr>
        <w:t>[DOPLNÍ DODAVATEL]</w:t>
      </w:r>
    </w:p>
    <w:p w14:paraId="6D10EAB6" w14:textId="77777777" w:rsidR="009A5D7A" w:rsidRPr="008C74F9" w:rsidRDefault="009A5D7A" w:rsidP="009A5D7A">
      <w:pPr>
        <w:spacing w:after="0"/>
        <w:ind w:left="567"/>
        <w:rPr>
          <w:lang w:eastAsia="cs-CZ"/>
        </w:rPr>
      </w:pPr>
    </w:p>
    <w:p w14:paraId="5ADD1568" w14:textId="7478DC11" w:rsidR="000E5221" w:rsidRPr="0076612A" w:rsidRDefault="000E5221" w:rsidP="000E5221">
      <w:pPr>
        <w:pStyle w:val="Nadpis3"/>
      </w:pPr>
      <w:r w:rsidRPr="008E7915">
        <w:rPr>
          <w:u w:val="single"/>
        </w:rPr>
        <w:t xml:space="preserve">Zkušenost </w:t>
      </w:r>
      <w:r>
        <w:rPr>
          <w:u w:val="single"/>
        </w:rPr>
        <w:t xml:space="preserve">člena týmu </w:t>
      </w:r>
      <w:r w:rsidR="00071C57" w:rsidRPr="00071C57">
        <w:rPr>
          <w:u w:val="single"/>
        </w:rPr>
        <w:t>pro účely prokázání technické kvalifikace</w:t>
      </w:r>
      <w:r w:rsidR="00071C57" w:rsidRPr="00D55F75">
        <w:t xml:space="preserve"> podle článku 8.1.4 Výzvy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0E5221" w:rsidRPr="00F26CA7" w14:paraId="758B125A" w14:textId="77777777" w:rsidTr="00513AE0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6E8B21A0" w14:textId="61321D99" w:rsidR="000E5221" w:rsidRPr="00F26CA7" w:rsidRDefault="000E5221" w:rsidP="00513AE0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Název zkušenosti </w:t>
            </w:r>
            <w:r>
              <w:rPr>
                <w:rFonts w:ascii="Verdana" w:eastAsia="Calibri" w:hAnsi="Verdana" w:cs="Times New Roman"/>
                <w:b/>
              </w:rPr>
              <w:t>+</w:t>
            </w:r>
            <w:r w:rsidRPr="00F26CA7">
              <w:rPr>
                <w:rFonts w:ascii="Verdana" w:eastAsia="Calibri" w:hAnsi="Verdana" w:cs="Times New Roman"/>
                <w:b/>
              </w:rPr>
              <w:t xml:space="preserve"> </w:t>
            </w:r>
            <w:r>
              <w:rPr>
                <w:rFonts w:ascii="Verdana" w:eastAsia="Calibri" w:hAnsi="Verdana" w:cs="Times New Roman"/>
                <w:b/>
              </w:rPr>
              <w:t>p</w:t>
            </w:r>
            <w:r w:rsidRPr="00F26CA7">
              <w:rPr>
                <w:rFonts w:ascii="Verdana" w:eastAsia="Calibri" w:hAnsi="Verdana" w:cs="Times New Roman"/>
                <w:b/>
              </w:rPr>
              <w:t xml:space="preserve">opis </w:t>
            </w:r>
            <w:r>
              <w:rPr>
                <w:rFonts w:ascii="Verdana" w:eastAsia="Calibri" w:hAnsi="Verdana" w:cs="Times New Roman"/>
                <w:b/>
              </w:rPr>
              <w:t xml:space="preserve">zkušenosti </w:t>
            </w:r>
            <w:r w:rsidRPr="00F26CA7">
              <w:rPr>
                <w:rFonts w:ascii="Verdana" w:eastAsia="Calibri" w:hAnsi="Verdana" w:cs="Times New Roman"/>
              </w:rPr>
              <w:t>(</w:t>
            </w:r>
            <w:r w:rsidR="00124B53" w:rsidRPr="00124B53">
              <w:rPr>
                <w:rFonts w:ascii="Verdana" w:eastAsia="Calibri" w:hAnsi="Verdana" w:cs="Times New Roman"/>
              </w:rPr>
              <w:t>odpovídající článku 8.1.4 Výzvy – Technický poradce, odrážka čtvrtá</w:t>
            </w:r>
            <w:r w:rsidRPr="00F26CA7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vč. místa plnění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A95F813" w14:textId="77777777" w:rsidR="000E5221" w:rsidRPr="00F26CA7" w:rsidRDefault="000E5221" w:rsidP="00513AE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>Objednatel</w:t>
            </w:r>
            <w:r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165AE1F9" w14:textId="77777777" w:rsidR="000E5221" w:rsidRPr="00F26CA7" w:rsidRDefault="000E5221" w:rsidP="00513AE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Cs/>
              </w:rPr>
              <w:t>Vč. uvedení kontaktních údajů</w:t>
            </w:r>
            <w:r>
              <w:rPr>
                <w:rFonts w:ascii="Verdana" w:eastAsia="Calibri" w:hAnsi="Verdana" w:cs="Times New Roman"/>
                <w:bCs/>
              </w:rPr>
              <w:t xml:space="preserve">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379BC49B" w14:textId="362DC7EF" w:rsidR="000E5221" w:rsidRPr="00F26CA7" w:rsidRDefault="000E5221" w:rsidP="00513AE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Popis činnosti člena týmu </w:t>
            </w:r>
            <w:r>
              <w:rPr>
                <w:rFonts w:ascii="Verdana" w:eastAsia="Calibri" w:hAnsi="Verdana" w:cs="Times New Roman"/>
                <w:b/>
              </w:rPr>
              <w:t xml:space="preserve">v rámci zkušenosti </w:t>
            </w:r>
            <w:r w:rsidRPr="00F26CA7">
              <w:rPr>
                <w:rFonts w:ascii="Verdana" w:eastAsia="Calibri" w:hAnsi="Verdana" w:cs="Times New Roman"/>
                <w:bCs/>
              </w:rPr>
              <w:t>(</w:t>
            </w:r>
            <w:r w:rsidR="00124B53" w:rsidRPr="00124B53">
              <w:rPr>
                <w:rFonts w:ascii="Verdana" w:eastAsia="Calibri" w:hAnsi="Verdana" w:cs="Times New Roman"/>
                <w:bCs/>
              </w:rPr>
              <w:t>odpovídající článku 8.1.4 Výzvy – Technický poradce</w:t>
            </w:r>
            <w:r w:rsidR="00124B53">
              <w:rPr>
                <w:rFonts w:ascii="Verdana" w:eastAsia="Calibri" w:hAnsi="Verdana" w:cs="Times New Roman"/>
                <w:bCs/>
              </w:rPr>
              <w:t>, odrážka čtvrtá</w:t>
            </w:r>
            <w:r w:rsidRPr="00F26CA7">
              <w:rPr>
                <w:rFonts w:ascii="Verdana" w:eastAsia="Calibri" w:hAnsi="Verdana" w:cs="Times New Roman"/>
                <w:bCs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DD23C28" w14:textId="77777777" w:rsidR="000E5221" w:rsidRPr="00F26CA7" w:rsidRDefault="000E5221" w:rsidP="00513AE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Doba realizace </w:t>
            </w:r>
            <w:r>
              <w:rPr>
                <w:rFonts w:ascii="Verdana" w:eastAsia="Calibri" w:hAnsi="Verdana" w:cs="Times New Roman"/>
                <w:b/>
              </w:rPr>
              <w:t>zkušenosti členem týmu</w:t>
            </w:r>
          </w:p>
          <w:p w14:paraId="355AC02B" w14:textId="77777777" w:rsidR="000E5221" w:rsidRPr="00F26CA7" w:rsidRDefault="000E5221" w:rsidP="00513AE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863CE7">
              <w:rPr>
                <w:rFonts w:ascii="Verdana" w:eastAsia="Calibri" w:hAnsi="Verdana" w:cs="Times New Roman"/>
                <w:bCs/>
              </w:rPr>
              <w:t>od (měsíc/rok) do (měsíc/rok) včetně</w:t>
            </w:r>
          </w:p>
        </w:tc>
      </w:tr>
      <w:tr w:rsidR="000E5221" w:rsidRPr="00F26CA7" w14:paraId="05534F17" w14:textId="77777777" w:rsidTr="00513AE0">
        <w:trPr>
          <w:trHeight w:val="913"/>
        </w:trPr>
        <w:tc>
          <w:tcPr>
            <w:tcW w:w="2127" w:type="dxa"/>
            <w:shd w:val="clear" w:color="auto" w:fill="auto"/>
          </w:tcPr>
          <w:p w14:paraId="734BF3A3" w14:textId="77777777" w:rsidR="000E5221" w:rsidRPr="00F26CA7" w:rsidRDefault="000E5221" w:rsidP="00513AE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43CEB89D" w14:textId="77777777" w:rsidR="000E5221" w:rsidRPr="00F26CA7" w:rsidRDefault="000E5221" w:rsidP="00513AE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6C8D3760" w14:textId="77777777" w:rsidR="000E5221" w:rsidRPr="00F26CA7" w:rsidRDefault="000E5221" w:rsidP="00513AE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00923DA3" w14:textId="77777777" w:rsidR="000E5221" w:rsidRPr="00F26CA7" w:rsidRDefault="000E5221" w:rsidP="00513AE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31378EC5" w14:textId="77777777" w:rsidR="000E5221" w:rsidRPr="000E5221" w:rsidRDefault="000E5221" w:rsidP="000E5221">
      <w:pPr>
        <w:pStyle w:val="Nadpis3"/>
        <w:numPr>
          <w:ilvl w:val="0"/>
          <w:numId w:val="0"/>
        </w:numPr>
        <w:spacing w:after="0"/>
      </w:pPr>
    </w:p>
    <w:p w14:paraId="3D093896" w14:textId="71144212" w:rsidR="009A5D7A" w:rsidRPr="0076612A" w:rsidRDefault="009A5D7A" w:rsidP="009A5D7A">
      <w:pPr>
        <w:pStyle w:val="Nadpis3"/>
      </w:pPr>
      <w:r w:rsidRPr="008E7915">
        <w:rPr>
          <w:u w:val="single"/>
        </w:rPr>
        <w:t xml:space="preserve">Zkušenosti </w:t>
      </w:r>
      <w:r>
        <w:rPr>
          <w:u w:val="single"/>
        </w:rPr>
        <w:t xml:space="preserve">člena týmu </w:t>
      </w:r>
      <w:r w:rsidRPr="008E7915">
        <w:rPr>
          <w:u w:val="single"/>
        </w:rPr>
        <w:t>pro účely hodnocení</w:t>
      </w:r>
      <w:r w:rsidRPr="00795C8D">
        <w:t xml:space="preserve"> podle </w:t>
      </w:r>
      <w:r>
        <w:t>článku</w:t>
      </w:r>
      <w:r w:rsidRPr="00795C8D">
        <w:t xml:space="preserve"> </w:t>
      </w:r>
      <w:r>
        <w:t>16.1.1 Výzvy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9A5D7A" w:rsidRPr="00F26CA7" w14:paraId="48CA2437" w14:textId="77777777" w:rsidTr="00513AE0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25CC9EB2" w14:textId="58A7531A" w:rsidR="009A5D7A" w:rsidRPr="00F26CA7" w:rsidRDefault="009A5D7A" w:rsidP="00513AE0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Název </w:t>
            </w:r>
            <w:r w:rsidR="003E1AE8" w:rsidRPr="003E1AE8">
              <w:rPr>
                <w:rFonts w:ascii="Verdana" w:eastAsia="Calibri" w:hAnsi="Verdana" w:cs="Times New Roman"/>
                <w:b/>
              </w:rPr>
              <w:t>konkrétního projektu PPP a jeho popis</w:t>
            </w:r>
            <w:r w:rsidR="003E1AE8" w:rsidRPr="003E1AE8" w:rsidDel="003E1AE8">
              <w:rPr>
                <w:rFonts w:ascii="Verdana" w:eastAsia="Calibri" w:hAnsi="Verdana" w:cs="Times New Roman"/>
                <w:b/>
              </w:rPr>
              <w:t xml:space="preserve"> </w:t>
            </w:r>
            <w:r w:rsidRPr="00F26CA7">
              <w:rPr>
                <w:rFonts w:ascii="Verdana" w:eastAsia="Calibri" w:hAnsi="Verdana" w:cs="Times New Roman"/>
              </w:rPr>
              <w:t>(odpovídající bodu</w:t>
            </w:r>
            <w:r>
              <w:rPr>
                <w:rFonts w:ascii="Verdana" w:eastAsia="Calibri" w:hAnsi="Verdana" w:cs="Times New Roman"/>
              </w:rPr>
              <w:t xml:space="preserve"> 4. článku 16.1.1 Výzvy</w:t>
            </w:r>
            <w:r w:rsidRPr="00F26CA7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vč. </w:t>
            </w:r>
            <w:r w:rsidR="00611F33" w:rsidRPr="00611F33">
              <w:rPr>
                <w:rFonts w:ascii="Verdana" w:eastAsia="Calibri" w:hAnsi="Verdana" w:cs="Times New Roman"/>
              </w:rPr>
              <w:t xml:space="preserve">výše nákladů (CAPEX) a </w:t>
            </w:r>
            <w:r>
              <w:rPr>
                <w:rFonts w:ascii="Verdana" w:eastAsia="Calibri" w:hAnsi="Verdana" w:cs="Times New Roman"/>
              </w:rPr>
              <w:t>místa plnění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5F0E217" w14:textId="77777777" w:rsidR="009A5D7A" w:rsidRPr="00F26CA7" w:rsidRDefault="009A5D7A" w:rsidP="00513AE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>Objednatel</w:t>
            </w:r>
            <w:r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751E5482" w14:textId="77777777" w:rsidR="009A5D7A" w:rsidRPr="00F26CA7" w:rsidRDefault="009A5D7A" w:rsidP="00513AE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Cs/>
              </w:rPr>
              <w:t>Vč. uvedení kontaktních údajů</w:t>
            </w:r>
            <w:r>
              <w:rPr>
                <w:rFonts w:ascii="Verdana" w:eastAsia="Calibri" w:hAnsi="Verdana" w:cs="Times New Roman"/>
                <w:bCs/>
              </w:rPr>
              <w:t xml:space="preserve">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279CFC5C" w14:textId="72AAD386" w:rsidR="009A5D7A" w:rsidRPr="00F26CA7" w:rsidRDefault="009A5D7A" w:rsidP="00513AE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Popis činnosti člena týmu </w:t>
            </w:r>
            <w:r>
              <w:rPr>
                <w:rFonts w:ascii="Verdana" w:eastAsia="Calibri" w:hAnsi="Verdana" w:cs="Times New Roman"/>
                <w:b/>
              </w:rPr>
              <w:t xml:space="preserve">v rámci zkušenosti </w:t>
            </w:r>
            <w:r w:rsidRPr="00F26CA7">
              <w:rPr>
                <w:rFonts w:ascii="Verdana" w:eastAsia="Calibri" w:hAnsi="Verdana" w:cs="Times New Roman"/>
                <w:bCs/>
              </w:rPr>
              <w:t>(</w:t>
            </w:r>
            <w:r w:rsidRPr="00AD2B1D">
              <w:rPr>
                <w:rFonts w:ascii="Verdana" w:eastAsia="Calibri" w:hAnsi="Verdana" w:cs="Times New Roman"/>
                <w:bCs/>
              </w:rPr>
              <w:t xml:space="preserve">odpovídající bodu </w:t>
            </w:r>
            <w:r>
              <w:rPr>
                <w:rFonts w:ascii="Verdana" w:eastAsia="Calibri" w:hAnsi="Verdana" w:cs="Times New Roman"/>
                <w:bCs/>
              </w:rPr>
              <w:t>4</w:t>
            </w:r>
            <w:r w:rsidRPr="00AD2B1D">
              <w:rPr>
                <w:rFonts w:ascii="Verdana" w:eastAsia="Calibri" w:hAnsi="Verdana" w:cs="Times New Roman"/>
                <w:bCs/>
              </w:rPr>
              <w:t>. článku 16.1.1 Výzvy</w:t>
            </w:r>
            <w:r w:rsidRPr="00F26CA7">
              <w:rPr>
                <w:rFonts w:ascii="Verdana" w:eastAsia="Calibri" w:hAnsi="Verdana" w:cs="Times New Roman"/>
                <w:bCs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C8A1616" w14:textId="77777777" w:rsidR="009A5D7A" w:rsidRPr="00F26CA7" w:rsidRDefault="009A5D7A" w:rsidP="00513AE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Doba realizace </w:t>
            </w:r>
            <w:r>
              <w:rPr>
                <w:rFonts w:ascii="Verdana" w:eastAsia="Calibri" w:hAnsi="Verdana" w:cs="Times New Roman"/>
                <w:b/>
              </w:rPr>
              <w:t>zkušenosti členem týmu</w:t>
            </w:r>
          </w:p>
          <w:p w14:paraId="687E1A77" w14:textId="77777777" w:rsidR="009A5D7A" w:rsidRPr="00F26CA7" w:rsidRDefault="009A5D7A" w:rsidP="00513AE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863CE7">
              <w:rPr>
                <w:rFonts w:ascii="Verdana" w:eastAsia="Calibri" w:hAnsi="Verdana" w:cs="Times New Roman"/>
                <w:bCs/>
              </w:rPr>
              <w:t>od (měsíc/rok) do (měsíc/rok) včetně</w:t>
            </w:r>
          </w:p>
        </w:tc>
      </w:tr>
      <w:tr w:rsidR="009A5D7A" w:rsidRPr="00F26CA7" w14:paraId="1DC8C4BE" w14:textId="77777777" w:rsidTr="00513AE0">
        <w:trPr>
          <w:trHeight w:val="913"/>
        </w:trPr>
        <w:tc>
          <w:tcPr>
            <w:tcW w:w="2127" w:type="dxa"/>
            <w:shd w:val="clear" w:color="auto" w:fill="auto"/>
          </w:tcPr>
          <w:p w14:paraId="0DDC3BC8" w14:textId="77777777" w:rsidR="009A5D7A" w:rsidRPr="00F26CA7" w:rsidRDefault="009A5D7A" w:rsidP="00513AE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54EE2D6A" w14:textId="77777777" w:rsidR="009A5D7A" w:rsidRPr="00F26CA7" w:rsidRDefault="009A5D7A" w:rsidP="00513AE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50511978" w14:textId="77777777" w:rsidR="009A5D7A" w:rsidRPr="00F26CA7" w:rsidRDefault="009A5D7A" w:rsidP="00513AE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524AE1E4" w14:textId="77777777" w:rsidR="009A5D7A" w:rsidRPr="00F26CA7" w:rsidRDefault="009A5D7A" w:rsidP="00513AE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A5D7A" w:rsidRPr="00F26CA7" w14:paraId="040E6B6D" w14:textId="77777777" w:rsidTr="00513AE0">
        <w:trPr>
          <w:trHeight w:val="827"/>
        </w:trPr>
        <w:tc>
          <w:tcPr>
            <w:tcW w:w="2127" w:type="dxa"/>
            <w:shd w:val="clear" w:color="auto" w:fill="auto"/>
          </w:tcPr>
          <w:p w14:paraId="3A30697E" w14:textId="77777777" w:rsidR="009A5D7A" w:rsidRPr="00F26CA7" w:rsidRDefault="009A5D7A" w:rsidP="00513AE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6E4BD0A6" w14:textId="77777777" w:rsidR="009A5D7A" w:rsidRPr="00F26CA7" w:rsidRDefault="009A5D7A" w:rsidP="00513AE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6D907440" w14:textId="77777777" w:rsidR="009A5D7A" w:rsidRPr="00F26CA7" w:rsidRDefault="009A5D7A" w:rsidP="00513AE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59C8B681" w14:textId="77777777" w:rsidR="009A5D7A" w:rsidRPr="00F26CA7" w:rsidRDefault="009A5D7A" w:rsidP="00513AE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A5D7A" w:rsidRPr="00F26CA7" w14:paraId="69120F06" w14:textId="77777777" w:rsidTr="00513AE0">
        <w:trPr>
          <w:trHeight w:val="827"/>
        </w:trPr>
        <w:tc>
          <w:tcPr>
            <w:tcW w:w="2127" w:type="dxa"/>
            <w:shd w:val="clear" w:color="auto" w:fill="auto"/>
          </w:tcPr>
          <w:p w14:paraId="383BF20A" w14:textId="77777777" w:rsidR="009A5D7A" w:rsidRPr="00A07A54" w:rsidRDefault="009A5D7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6EC1415F" w14:textId="77777777" w:rsidR="009A5D7A" w:rsidRPr="00A07A54" w:rsidRDefault="009A5D7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06F5CE41" w14:textId="77777777" w:rsidR="009A5D7A" w:rsidRPr="00A07A54" w:rsidRDefault="009A5D7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1EF64717" w14:textId="77777777" w:rsidR="009A5D7A" w:rsidRPr="00A07A54" w:rsidRDefault="009A5D7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A5D7A" w:rsidRPr="00F26CA7" w14:paraId="0E95A97F" w14:textId="77777777" w:rsidTr="00513AE0">
        <w:trPr>
          <w:trHeight w:val="827"/>
        </w:trPr>
        <w:tc>
          <w:tcPr>
            <w:tcW w:w="2127" w:type="dxa"/>
            <w:shd w:val="clear" w:color="auto" w:fill="auto"/>
          </w:tcPr>
          <w:p w14:paraId="74D758EE" w14:textId="77777777" w:rsidR="009A5D7A" w:rsidRPr="00A07A54" w:rsidRDefault="009A5D7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047B970E" w14:textId="77777777" w:rsidR="009A5D7A" w:rsidRPr="00A07A54" w:rsidRDefault="009A5D7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145E997A" w14:textId="77777777" w:rsidR="009A5D7A" w:rsidRPr="00A07A54" w:rsidRDefault="009A5D7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0C32A94D" w14:textId="77777777" w:rsidR="009A5D7A" w:rsidRPr="00A07A54" w:rsidRDefault="009A5D7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A5D7A" w:rsidRPr="00F26CA7" w14:paraId="73E65EAC" w14:textId="77777777" w:rsidTr="00513AE0">
        <w:trPr>
          <w:trHeight w:val="827"/>
        </w:trPr>
        <w:tc>
          <w:tcPr>
            <w:tcW w:w="2127" w:type="dxa"/>
            <w:shd w:val="clear" w:color="auto" w:fill="auto"/>
          </w:tcPr>
          <w:p w14:paraId="1E941B4B" w14:textId="77777777" w:rsidR="009A5D7A" w:rsidRPr="00A07A54" w:rsidRDefault="009A5D7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32E7E1E4" w14:textId="77777777" w:rsidR="009A5D7A" w:rsidRPr="00A07A54" w:rsidRDefault="009A5D7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04D1B2E9" w14:textId="77777777" w:rsidR="009A5D7A" w:rsidRPr="00A07A54" w:rsidRDefault="009A5D7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7BC94844" w14:textId="77777777" w:rsidR="009A5D7A" w:rsidRPr="00A07A54" w:rsidRDefault="009A5D7A" w:rsidP="00513AE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72034B11" w14:textId="77777777" w:rsidR="00754B44" w:rsidRDefault="00754B44" w:rsidP="00754B44">
      <w:p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      </w:t>
      </w:r>
    </w:p>
    <w:p w14:paraId="0AD60D1D" w14:textId="1EE2E061" w:rsidR="00754B44" w:rsidRDefault="00754B44" w:rsidP="00754B44">
      <w:p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     </w:t>
      </w:r>
      <w:bookmarkStart w:id="0" w:name="_GoBack"/>
      <w:bookmarkEnd w:id="0"/>
      <w:r>
        <w:rPr>
          <w:rFonts w:cstheme="minorHAnsi"/>
        </w:rPr>
        <w:t>4</w:t>
      </w:r>
      <w:r w:rsidRPr="008143BF">
        <w:rPr>
          <w:rFonts w:cstheme="minorHAnsi"/>
        </w:rPr>
        <w:t>.1</w:t>
      </w:r>
      <w:r>
        <w:rPr>
          <w:rFonts w:cstheme="minorHAnsi"/>
        </w:rPr>
        <w:t>3</w:t>
      </w:r>
      <w:r w:rsidRPr="008143BF">
        <w:rPr>
          <w:rFonts w:cstheme="minorHAnsi"/>
        </w:rPr>
        <w:t>.</w:t>
      </w:r>
      <w:r w:rsidRPr="008143BF">
        <w:rPr>
          <w:rFonts w:cstheme="minorHAnsi"/>
        </w:rPr>
        <w:tab/>
      </w:r>
      <w:r>
        <w:rPr>
          <w:rFonts w:cstheme="minorHAnsi"/>
        </w:rPr>
        <w:t>S</w:t>
      </w:r>
      <w:r w:rsidRPr="008143BF">
        <w:rPr>
          <w:rFonts w:cstheme="minorHAnsi"/>
        </w:rPr>
        <w:t>chopnost odborné komunikace v českém nebo slovenském jazyce</w:t>
      </w:r>
    </w:p>
    <w:p w14:paraId="50C1C28A" w14:textId="77777777" w:rsidR="00754B44" w:rsidRDefault="00754B44" w:rsidP="00754B44">
      <w:p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                    </w:t>
      </w:r>
      <w:r w:rsidRPr="008143BF">
        <w:rPr>
          <w:rFonts w:cstheme="minorHAnsi"/>
          <w:b/>
          <w:highlight w:val="yellow"/>
        </w:rPr>
        <w:t>ANO/NE</w:t>
      </w:r>
      <w:r>
        <w:rPr>
          <w:rFonts w:cstheme="minorHAnsi"/>
        </w:rPr>
        <w:t xml:space="preserve">     </w:t>
      </w:r>
      <w:r w:rsidRPr="008143BF">
        <w:rPr>
          <w:rFonts w:cstheme="minorHAnsi"/>
          <w:highlight w:val="yellow"/>
        </w:rPr>
        <w:t>nehodící se škrtněte</w:t>
      </w:r>
    </w:p>
    <w:p w14:paraId="3450FA08" w14:textId="61ED3C4D" w:rsidR="00754B44" w:rsidRDefault="00754B44" w:rsidP="00754B44">
      <w:p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lastRenderedPageBreak/>
        <w:t xml:space="preserve">      </w:t>
      </w:r>
      <w:r>
        <w:rPr>
          <w:rFonts w:cstheme="minorHAnsi"/>
        </w:rPr>
        <w:t>4</w:t>
      </w:r>
      <w:r>
        <w:rPr>
          <w:rFonts w:cstheme="minorHAnsi"/>
        </w:rPr>
        <w:t>.1</w:t>
      </w:r>
      <w:r>
        <w:rPr>
          <w:rFonts w:cstheme="minorHAnsi"/>
        </w:rPr>
        <w:t>3</w:t>
      </w:r>
      <w:r>
        <w:rPr>
          <w:rFonts w:cstheme="minorHAnsi"/>
        </w:rPr>
        <w:t xml:space="preserve">       Pro </w:t>
      </w:r>
      <w:r w:rsidRPr="008143BF">
        <w:rPr>
          <w:rFonts w:cstheme="minorHAnsi"/>
        </w:rPr>
        <w:t>odborn</w:t>
      </w:r>
      <w:r>
        <w:rPr>
          <w:rFonts w:cstheme="minorHAnsi"/>
        </w:rPr>
        <w:t>ou</w:t>
      </w:r>
      <w:r w:rsidRPr="008143BF">
        <w:rPr>
          <w:rFonts w:cstheme="minorHAnsi"/>
        </w:rPr>
        <w:t xml:space="preserve"> k</w:t>
      </w:r>
      <w:r>
        <w:rPr>
          <w:rFonts w:cstheme="minorHAnsi"/>
        </w:rPr>
        <w:t xml:space="preserve">omunikaci </w:t>
      </w:r>
      <w:r w:rsidRPr="008143BF">
        <w:rPr>
          <w:rFonts w:cstheme="minorHAnsi"/>
        </w:rPr>
        <w:t>v českém nebo slovenském jazyce</w:t>
      </w:r>
      <w:r>
        <w:rPr>
          <w:rFonts w:cstheme="minorHAnsi"/>
        </w:rPr>
        <w:t xml:space="preserve"> nutný tlumočník</w:t>
      </w:r>
    </w:p>
    <w:p w14:paraId="2194CCD7" w14:textId="77777777" w:rsidR="00754B44" w:rsidRDefault="00754B44" w:rsidP="00754B44">
      <w:p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                    </w:t>
      </w:r>
      <w:r w:rsidRPr="008143BF">
        <w:rPr>
          <w:rFonts w:cstheme="minorHAnsi"/>
          <w:b/>
          <w:highlight w:val="yellow"/>
        </w:rPr>
        <w:t>ANO/NE</w:t>
      </w:r>
      <w:r>
        <w:rPr>
          <w:rFonts w:cstheme="minorHAnsi"/>
        </w:rPr>
        <w:t xml:space="preserve">    </w:t>
      </w:r>
      <w:r w:rsidRPr="008143BF">
        <w:rPr>
          <w:rFonts w:cstheme="minorHAnsi"/>
          <w:highlight w:val="yellow"/>
        </w:rPr>
        <w:t>nehodící se škrtněte</w:t>
      </w:r>
    </w:p>
    <w:p w14:paraId="4D381476" w14:textId="77777777" w:rsidR="00631F6F" w:rsidRPr="00A07A54" w:rsidRDefault="00631F6F" w:rsidP="00A5584A">
      <w:pPr>
        <w:spacing w:after="120" w:line="276" w:lineRule="auto"/>
        <w:rPr>
          <w:rFonts w:cstheme="minorHAnsi"/>
        </w:rPr>
      </w:pPr>
    </w:p>
    <w:sectPr w:rsidR="00631F6F" w:rsidRPr="00A07A5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5A546" w14:textId="77777777" w:rsidR="009B0A9A" w:rsidRDefault="009B0A9A" w:rsidP="00962258">
      <w:pPr>
        <w:spacing w:after="0" w:line="240" w:lineRule="auto"/>
      </w:pPr>
      <w:r>
        <w:separator/>
      </w:r>
    </w:p>
  </w:endnote>
  <w:endnote w:type="continuationSeparator" w:id="0">
    <w:p w14:paraId="085CE0D6" w14:textId="77777777" w:rsidR="009B0A9A" w:rsidRDefault="009B0A9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58E2E01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4B44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4B44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291A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35F828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3169A83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4B4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4B44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DEA41C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21A668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B13FA" w14:textId="77777777" w:rsidR="009B0A9A" w:rsidRDefault="009B0A9A" w:rsidP="00962258">
      <w:pPr>
        <w:spacing w:after="0" w:line="240" w:lineRule="auto"/>
      </w:pPr>
      <w:r>
        <w:separator/>
      </w:r>
    </w:p>
  </w:footnote>
  <w:footnote w:type="continuationSeparator" w:id="0">
    <w:p w14:paraId="236A2E9C" w14:textId="77777777" w:rsidR="009B0A9A" w:rsidRDefault="009B0A9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066AC"/>
    <w:multiLevelType w:val="hybridMultilevel"/>
    <w:tmpl w:val="412475A2"/>
    <w:lvl w:ilvl="0" w:tplc="F3500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61637D"/>
    <w:multiLevelType w:val="hybridMultilevel"/>
    <w:tmpl w:val="92EA8EBC"/>
    <w:lvl w:ilvl="0" w:tplc="993AC976">
      <w:start w:val="1"/>
      <w:numFmt w:val="lowerRoman"/>
      <w:lvlText w:val="%1)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1" w:tplc="72742D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88CEE774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1068E7D8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36106F9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6168EF"/>
    <w:multiLevelType w:val="hybridMultilevel"/>
    <w:tmpl w:val="C41632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E7E31"/>
    <w:multiLevelType w:val="multilevel"/>
    <w:tmpl w:val="96025B3E"/>
    <w:lvl w:ilvl="0">
      <w:start w:val="1"/>
      <w:numFmt w:val="decimal"/>
      <w:pStyle w:val="Nadpis2"/>
      <w:lvlText w:val="%1."/>
      <w:lvlJc w:val="left"/>
      <w:pPr>
        <w:ind w:left="360" w:hanging="360"/>
      </w:pPr>
    </w:lvl>
    <w:lvl w:ilvl="1">
      <w:start w:val="1"/>
      <w:numFmt w:val="decimal"/>
      <w:pStyle w:val="Nadpis3"/>
      <w:lvlText w:val="%1.%2."/>
      <w:lvlJc w:val="left"/>
      <w:pPr>
        <w:ind w:left="7379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6"/>
  </w:num>
  <w:num w:numId="17">
    <w:abstractNumId w:val="4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6"/>
  </w:num>
  <w:num w:numId="29">
    <w:abstractNumId w:val="4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7"/>
  </w:num>
  <w:num w:numId="39">
    <w:abstractNumId w:val="11"/>
  </w:num>
  <w:num w:numId="40">
    <w:abstractNumId w:val="13"/>
  </w:num>
  <w:num w:numId="41">
    <w:abstractNumId w:val="12"/>
  </w:num>
  <w:num w:numId="42">
    <w:abstractNumId w:val="18"/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DC"/>
    <w:rsid w:val="000142CD"/>
    <w:rsid w:val="00020197"/>
    <w:rsid w:val="000205AF"/>
    <w:rsid w:val="0004385B"/>
    <w:rsid w:val="00071C57"/>
    <w:rsid w:val="00072C1E"/>
    <w:rsid w:val="00077EF5"/>
    <w:rsid w:val="00090226"/>
    <w:rsid w:val="000A7D61"/>
    <w:rsid w:val="000B1475"/>
    <w:rsid w:val="000C1B52"/>
    <w:rsid w:val="000D198A"/>
    <w:rsid w:val="000D46FF"/>
    <w:rsid w:val="000E1961"/>
    <w:rsid w:val="000E23A7"/>
    <w:rsid w:val="000E3F98"/>
    <w:rsid w:val="000E5221"/>
    <w:rsid w:val="000E6C86"/>
    <w:rsid w:val="0010693F"/>
    <w:rsid w:val="00111941"/>
    <w:rsid w:val="001139E7"/>
    <w:rsid w:val="00114472"/>
    <w:rsid w:val="00124B53"/>
    <w:rsid w:val="00131034"/>
    <w:rsid w:val="001550BC"/>
    <w:rsid w:val="00155B6E"/>
    <w:rsid w:val="001605B9"/>
    <w:rsid w:val="00170EC5"/>
    <w:rsid w:val="001747C1"/>
    <w:rsid w:val="001779C6"/>
    <w:rsid w:val="00184743"/>
    <w:rsid w:val="00195202"/>
    <w:rsid w:val="001C0783"/>
    <w:rsid w:val="001C6827"/>
    <w:rsid w:val="001D02E7"/>
    <w:rsid w:val="001D6EA1"/>
    <w:rsid w:val="001E40E6"/>
    <w:rsid w:val="001F3A2E"/>
    <w:rsid w:val="00207DF5"/>
    <w:rsid w:val="002268EF"/>
    <w:rsid w:val="00227D55"/>
    <w:rsid w:val="00254951"/>
    <w:rsid w:val="00256810"/>
    <w:rsid w:val="002645FF"/>
    <w:rsid w:val="00265DF5"/>
    <w:rsid w:val="00280E07"/>
    <w:rsid w:val="002A0C0D"/>
    <w:rsid w:val="002A4DBC"/>
    <w:rsid w:val="002B7CE5"/>
    <w:rsid w:val="002C31BF"/>
    <w:rsid w:val="002C5D55"/>
    <w:rsid w:val="002D08B1"/>
    <w:rsid w:val="002D2259"/>
    <w:rsid w:val="002E0CD7"/>
    <w:rsid w:val="00307512"/>
    <w:rsid w:val="00341DCF"/>
    <w:rsid w:val="00357BC6"/>
    <w:rsid w:val="00382F1C"/>
    <w:rsid w:val="0038302E"/>
    <w:rsid w:val="003956C6"/>
    <w:rsid w:val="003A3201"/>
    <w:rsid w:val="003B6D41"/>
    <w:rsid w:val="003C04F4"/>
    <w:rsid w:val="003C2B10"/>
    <w:rsid w:val="003D3C01"/>
    <w:rsid w:val="003D672D"/>
    <w:rsid w:val="003E1AE8"/>
    <w:rsid w:val="003E31B8"/>
    <w:rsid w:val="003F7787"/>
    <w:rsid w:val="004206BF"/>
    <w:rsid w:val="00430FB5"/>
    <w:rsid w:val="00441430"/>
    <w:rsid w:val="00450F07"/>
    <w:rsid w:val="00453CD3"/>
    <w:rsid w:val="00460660"/>
    <w:rsid w:val="0047217B"/>
    <w:rsid w:val="00473340"/>
    <w:rsid w:val="00486107"/>
    <w:rsid w:val="00491827"/>
    <w:rsid w:val="00495B32"/>
    <w:rsid w:val="004970EF"/>
    <w:rsid w:val="004B0D11"/>
    <w:rsid w:val="004B348C"/>
    <w:rsid w:val="004B4C96"/>
    <w:rsid w:val="004C4399"/>
    <w:rsid w:val="004C787C"/>
    <w:rsid w:val="004D56F3"/>
    <w:rsid w:val="004E143C"/>
    <w:rsid w:val="004E3A53"/>
    <w:rsid w:val="004F20BC"/>
    <w:rsid w:val="004F3E53"/>
    <w:rsid w:val="004F3EAA"/>
    <w:rsid w:val="004F4B9B"/>
    <w:rsid w:val="004F69EA"/>
    <w:rsid w:val="004F79AD"/>
    <w:rsid w:val="005008E5"/>
    <w:rsid w:val="005054AB"/>
    <w:rsid w:val="00505E38"/>
    <w:rsid w:val="00511AB9"/>
    <w:rsid w:val="00517507"/>
    <w:rsid w:val="00523EA7"/>
    <w:rsid w:val="00530F0D"/>
    <w:rsid w:val="00532BB7"/>
    <w:rsid w:val="00553375"/>
    <w:rsid w:val="005533AA"/>
    <w:rsid w:val="00557C28"/>
    <w:rsid w:val="00562DD7"/>
    <w:rsid w:val="005736B7"/>
    <w:rsid w:val="00575E5A"/>
    <w:rsid w:val="00591F15"/>
    <w:rsid w:val="005D6C80"/>
    <w:rsid w:val="005D7F7E"/>
    <w:rsid w:val="005F1404"/>
    <w:rsid w:val="0061068E"/>
    <w:rsid w:val="00611F33"/>
    <w:rsid w:val="00614C03"/>
    <w:rsid w:val="00614CBE"/>
    <w:rsid w:val="006169ED"/>
    <w:rsid w:val="00624394"/>
    <w:rsid w:val="00631F6F"/>
    <w:rsid w:val="006334D4"/>
    <w:rsid w:val="006344AF"/>
    <w:rsid w:val="00646955"/>
    <w:rsid w:val="006607BA"/>
    <w:rsid w:val="00660AD3"/>
    <w:rsid w:val="00675FF6"/>
    <w:rsid w:val="00677B7F"/>
    <w:rsid w:val="0068120C"/>
    <w:rsid w:val="006923BA"/>
    <w:rsid w:val="006A5570"/>
    <w:rsid w:val="006A689C"/>
    <w:rsid w:val="006B212F"/>
    <w:rsid w:val="006B3D79"/>
    <w:rsid w:val="006B7256"/>
    <w:rsid w:val="006B78DE"/>
    <w:rsid w:val="006D7AFE"/>
    <w:rsid w:val="006E0578"/>
    <w:rsid w:val="006E29D3"/>
    <w:rsid w:val="006E2E63"/>
    <w:rsid w:val="006E314D"/>
    <w:rsid w:val="006E43E2"/>
    <w:rsid w:val="006E468A"/>
    <w:rsid w:val="006F229A"/>
    <w:rsid w:val="00710723"/>
    <w:rsid w:val="00723ED1"/>
    <w:rsid w:val="00732096"/>
    <w:rsid w:val="00743525"/>
    <w:rsid w:val="00754B44"/>
    <w:rsid w:val="0076286B"/>
    <w:rsid w:val="00763F37"/>
    <w:rsid w:val="0076612A"/>
    <w:rsid w:val="00766846"/>
    <w:rsid w:val="007718DC"/>
    <w:rsid w:val="0077673A"/>
    <w:rsid w:val="007846E1"/>
    <w:rsid w:val="00795C8D"/>
    <w:rsid w:val="007A5BFC"/>
    <w:rsid w:val="007B570C"/>
    <w:rsid w:val="007B5CFE"/>
    <w:rsid w:val="007C589B"/>
    <w:rsid w:val="007E4A6E"/>
    <w:rsid w:val="007E5C08"/>
    <w:rsid w:val="007F0984"/>
    <w:rsid w:val="007F56A7"/>
    <w:rsid w:val="00807DD0"/>
    <w:rsid w:val="008143BF"/>
    <w:rsid w:val="0083295D"/>
    <w:rsid w:val="0083665B"/>
    <w:rsid w:val="00850510"/>
    <w:rsid w:val="00856C2A"/>
    <w:rsid w:val="008574AF"/>
    <w:rsid w:val="00863356"/>
    <w:rsid w:val="00863CE7"/>
    <w:rsid w:val="008640D9"/>
    <w:rsid w:val="008659F3"/>
    <w:rsid w:val="00866360"/>
    <w:rsid w:val="00886D4B"/>
    <w:rsid w:val="00895406"/>
    <w:rsid w:val="008A3568"/>
    <w:rsid w:val="008B304A"/>
    <w:rsid w:val="008C74F9"/>
    <w:rsid w:val="008D03B9"/>
    <w:rsid w:val="008D7E95"/>
    <w:rsid w:val="008E7915"/>
    <w:rsid w:val="008F18D6"/>
    <w:rsid w:val="00900AB6"/>
    <w:rsid w:val="00904780"/>
    <w:rsid w:val="009118E8"/>
    <w:rsid w:val="00914C3F"/>
    <w:rsid w:val="00922385"/>
    <w:rsid w:val="009223DF"/>
    <w:rsid w:val="0092336F"/>
    <w:rsid w:val="00923CC5"/>
    <w:rsid w:val="00923DE9"/>
    <w:rsid w:val="00925FC1"/>
    <w:rsid w:val="009348E2"/>
    <w:rsid w:val="00936091"/>
    <w:rsid w:val="00940D8A"/>
    <w:rsid w:val="00954FB6"/>
    <w:rsid w:val="009608C8"/>
    <w:rsid w:val="00962258"/>
    <w:rsid w:val="00962C05"/>
    <w:rsid w:val="009678B7"/>
    <w:rsid w:val="00977055"/>
    <w:rsid w:val="009833E1"/>
    <w:rsid w:val="00984120"/>
    <w:rsid w:val="00992D9C"/>
    <w:rsid w:val="00996CB8"/>
    <w:rsid w:val="009A5D7A"/>
    <w:rsid w:val="009B0A9A"/>
    <w:rsid w:val="009B14A9"/>
    <w:rsid w:val="009B2E97"/>
    <w:rsid w:val="009B2F6B"/>
    <w:rsid w:val="009C2A29"/>
    <w:rsid w:val="009C4ACF"/>
    <w:rsid w:val="009E07F4"/>
    <w:rsid w:val="009E3200"/>
    <w:rsid w:val="009F392E"/>
    <w:rsid w:val="00A12CBC"/>
    <w:rsid w:val="00A20786"/>
    <w:rsid w:val="00A34802"/>
    <w:rsid w:val="00A37419"/>
    <w:rsid w:val="00A5584A"/>
    <w:rsid w:val="00A5796D"/>
    <w:rsid w:val="00A608B6"/>
    <w:rsid w:val="00A6177B"/>
    <w:rsid w:val="00A66136"/>
    <w:rsid w:val="00A70372"/>
    <w:rsid w:val="00A71267"/>
    <w:rsid w:val="00AA4CBB"/>
    <w:rsid w:val="00AA65FA"/>
    <w:rsid w:val="00AA7351"/>
    <w:rsid w:val="00AD056F"/>
    <w:rsid w:val="00AD2B1D"/>
    <w:rsid w:val="00AD6731"/>
    <w:rsid w:val="00B15470"/>
    <w:rsid w:val="00B15D0D"/>
    <w:rsid w:val="00B16FDD"/>
    <w:rsid w:val="00B27767"/>
    <w:rsid w:val="00B3648E"/>
    <w:rsid w:val="00B46F6E"/>
    <w:rsid w:val="00B47599"/>
    <w:rsid w:val="00B62A54"/>
    <w:rsid w:val="00B63F19"/>
    <w:rsid w:val="00B65686"/>
    <w:rsid w:val="00B70A15"/>
    <w:rsid w:val="00B75EE1"/>
    <w:rsid w:val="00B77481"/>
    <w:rsid w:val="00B84C8B"/>
    <w:rsid w:val="00B8518B"/>
    <w:rsid w:val="00B93E24"/>
    <w:rsid w:val="00BA123B"/>
    <w:rsid w:val="00BB5CFC"/>
    <w:rsid w:val="00BB72CB"/>
    <w:rsid w:val="00BC6E14"/>
    <w:rsid w:val="00BD3538"/>
    <w:rsid w:val="00BD7E91"/>
    <w:rsid w:val="00BE3597"/>
    <w:rsid w:val="00BF6CD2"/>
    <w:rsid w:val="00C02D0A"/>
    <w:rsid w:val="00C03A6E"/>
    <w:rsid w:val="00C20916"/>
    <w:rsid w:val="00C44F6A"/>
    <w:rsid w:val="00C46DEB"/>
    <w:rsid w:val="00C4779A"/>
    <w:rsid w:val="00C47AE3"/>
    <w:rsid w:val="00C552D9"/>
    <w:rsid w:val="00C80068"/>
    <w:rsid w:val="00C81CAE"/>
    <w:rsid w:val="00C83C94"/>
    <w:rsid w:val="00CA74EA"/>
    <w:rsid w:val="00CC6937"/>
    <w:rsid w:val="00CD1FC4"/>
    <w:rsid w:val="00D166DA"/>
    <w:rsid w:val="00D21061"/>
    <w:rsid w:val="00D4108E"/>
    <w:rsid w:val="00D45838"/>
    <w:rsid w:val="00D4768E"/>
    <w:rsid w:val="00D55F75"/>
    <w:rsid w:val="00D6163D"/>
    <w:rsid w:val="00D62FDF"/>
    <w:rsid w:val="00D73D46"/>
    <w:rsid w:val="00D764F4"/>
    <w:rsid w:val="00D768CB"/>
    <w:rsid w:val="00D831A3"/>
    <w:rsid w:val="00DA1569"/>
    <w:rsid w:val="00DC06F4"/>
    <w:rsid w:val="00DC6742"/>
    <w:rsid w:val="00DC75F3"/>
    <w:rsid w:val="00DD46F3"/>
    <w:rsid w:val="00DD57E8"/>
    <w:rsid w:val="00DE0AA7"/>
    <w:rsid w:val="00DE4598"/>
    <w:rsid w:val="00DE56F2"/>
    <w:rsid w:val="00DF116D"/>
    <w:rsid w:val="00E13D11"/>
    <w:rsid w:val="00E16BC4"/>
    <w:rsid w:val="00E3430C"/>
    <w:rsid w:val="00E36C4A"/>
    <w:rsid w:val="00E55280"/>
    <w:rsid w:val="00E83A12"/>
    <w:rsid w:val="00E83DFC"/>
    <w:rsid w:val="00E8440A"/>
    <w:rsid w:val="00E85BF6"/>
    <w:rsid w:val="00EA6E50"/>
    <w:rsid w:val="00EB0B2A"/>
    <w:rsid w:val="00EB104F"/>
    <w:rsid w:val="00ED14BD"/>
    <w:rsid w:val="00EE7779"/>
    <w:rsid w:val="00F03BE2"/>
    <w:rsid w:val="00F0482C"/>
    <w:rsid w:val="00F0533E"/>
    <w:rsid w:val="00F05562"/>
    <w:rsid w:val="00F1048D"/>
    <w:rsid w:val="00F12DEC"/>
    <w:rsid w:val="00F1715C"/>
    <w:rsid w:val="00F26CA7"/>
    <w:rsid w:val="00F310F8"/>
    <w:rsid w:val="00F35939"/>
    <w:rsid w:val="00F45607"/>
    <w:rsid w:val="00F5558F"/>
    <w:rsid w:val="00F56259"/>
    <w:rsid w:val="00F659EB"/>
    <w:rsid w:val="00F82BA3"/>
    <w:rsid w:val="00F86BA6"/>
    <w:rsid w:val="00F873F3"/>
    <w:rsid w:val="00FA6A87"/>
    <w:rsid w:val="00FC1C34"/>
    <w:rsid w:val="00FC6389"/>
    <w:rsid w:val="00FE4C8E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361D84"/>
  <w14:defaultImageDpi w14:val="32767"/>
  <w15:docId w15:val="{4F122A71-CAD3-4354-9C02-D57099C3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6612A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text"/>
    <w:next w:val="Normln"/>
    <w:link w:val="Nadpis2Char"/>
    <w:uiPriority w:val="9"/>
    <w:unhideWhenUsed/>
    <w:qFormat/>
    <w:rsid w:val="004F79AD"/>
    <w:pPr>
      <w:widowControl/>
      <w:numPr>
        <w:numId w:val="42"/>
      </w:numPr>
      <w:spacing w:before="0" w:after="120" w:line="276" w:lineRule="auto"/>
      <w:ind w:left="567" w:hanging="567"/>
      <w:jc w:val="left"/>
      <w:outlineLvl w:val="1"/>
    </w:pPr>
    <w:rPr>
      <w:rFonts w:asciiTheme="minorHAnsi" w:hAnsiTheme="minorHAnsi" w:cstheme="minorHAnsi"/>
      <w:b/>
      <w:bCs/>
      <w:sz w:val="18"/>
      <w:szCs w:val="18"/>
    </w:rPr>
  </w:style>
  <w:style w:type="paragraph" w:styleId="Nadpis3">
    <w:name w:val="heading 3"/>
    <w:basedOn w:val="text"/>
    <w:next w:val="Normln"/>
    <w:link w:val="Nadpis3Char"/>
    <w:uiPriority w:val="9"/>
    <w:unhideWhenUsed/>
    <w:qFormat/>
    <w:rsid w:val="004F79AD"/>
    <w:pPr>
      <w:widowControl/>
      <w:numPr>
        <w:ilvl w:val="1"/>
        <w:numId w:val="42"/>
      </w:numPr>
      <w:spacing w:before="0" w:after="120" w:line="276" w:lineRule="auto"/>
      <w:ind w:left="1134" w:hanging="567"/>
      <w:jc w:val="left"/>
      <w:outlineLvl w:val="2"/>
    </w:pPr>
    <w:rPr>
      <w:rFonts w:asciiTheme="minorHAnsi" w:hAnsiTheme="minorHAnsi" w:cstheme="minorHAnsi"/>
      <w:sz w:val="18"/>
      <w:szCs w:val="1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79AD"/>
    <w:rPr>
      <w:rFonts w:eastAsia="Times New Roman" w:cstheme="minorHAnsi"/>
      <w:b/>
      <w:bCs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F79AD"/>
    <w:rPr>
      <w:rFonts w:eastAsia="Times New Roman" w:cstheme="minorHAns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4231340-1634-449F-A4A6-8634C4933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8</Pages>
  <Words>1719</Words>
  <Characters>10147</Characters>
  <Application>Microsoft Office Word</Application>
  <DocSecurity>0</DocSecurity>
  <Lines>84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stanek@akegv.cz</dc:creator>
  <cp:lastModifiedBy>Kosmál Martin, Ing.</cp:lastModifiedBy>
  <cp:revision>5</cp:revision>
  <cp:lastPrinted>2020-07-15T06:29:00Z</cp:lastPrinted>
  <dcterms:created xsi:type="dcterms:W3CDTF">2023-09-12T13:38:00Z</dcterms:created>
  <dcterms:modified xsi:type="dcterms:W3CDTF">2023-09-26T05:26:00Z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